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FF964" w14:textId="45B33139" w:rsidR="002B1AB2" w:rsidRPr="0048128A" w:rsidRDefault="002B1AB2" w:rsidP="002B1AB2">
      <w:pPr>
        <w:pStyle w:val="Titre1"/>
        <w:jc w:val="both"/>
      </w:pPr>
      <w:bookmarkStart w:id="0" w:name="_GoBack"/>
      <w:bookmarkEnd w:id="0"/>
      <w:r w:rsidRPr="0048128A">
        <w:t xml:space="preserve">ANNEXES - Résoudre des problèmes additifs en deux étapes au CE2 </w:t>
      </w:r>
    </w:p>
    <w:p w14:paraId="06743452" w14:textId="4B389BDA" w:rsidR="002B1AB2" w:rsidRPr="0048128A" w:rsidRDefault="002B1AB2" w:rsidP="002B1AB2">
      <w:pPr>
        <w:pStyle w:val="Titre2"/>
      </w:pPr>
      <w:r w:rsidRPr="0048128A">
        <w:t>Annexe 1 : exercices pour la séance 1</w:t>
      </w:r>
      <w:r w:rsidR="00876F6C">
        <w:t xml:space="preserve"> (séance longue)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B1AB2" w:rsidRPr="0048128A" w14:paraId="349A5412" w14:textId="77777777" w:rsidTr="00E2119E">
        <w:tc>
          <w:tcPr>
            <w:tcW w:w="9067" w:type="dxa"/>
          </w:tcPr>
          <w:p w14:paraId="4D5B54B8" w14:textId="77777777" w:rsidR="002B1AB2" w:rsidRPr="0048128A" w:rsidRDefault="002B1AB2" w:rsidP="004B4A38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1</w:t>
            </w:r>
          </w:p>
          <w:p w14:paraId="26840A4C" w14:textId="1D514CB4" w:rsidR="00576E89" w:rsidRPr="0048128A" w:rsidRDefault="00F95388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Léo a 37 </w:t>
            </w:r>
            <w:r w:rsidR="00576E89" w:rsidRPr="0048128A">
              <w:rPr>
                <w:rFonts w:ascii="Arial" w:hAnsi="Arial" w:cs="Arial"/>
              </w:rPr>
              <w:t>billes.</w:t>
            </w:r>
            <w:r w:rsidRPr="0048128A">
              <w:rPr>
                <w:rFonts w:ascii="Arial" w:hAnsi="Arial" w:cs="Arial"/>
              </w:rPr>
              <w:t xml:space="preserve"> Lucie a 20 </w:t>
            </w:r>
            <w:r w:rsidR="00576E89" w:rsidRPr="0048128A">
              <w:rPr>
                <w:rFonts w:ascii="Arial" w:hAnsi="Arial" w:cs="Arial"/>
              </w:rPr>
              <w:t xml:space="preserve">billes de plus que Léo. </w:t>
            </w:r>
          </w:p>
          <w:p w14:paraId="4D46EA60" w14:textId="0D79DE78" w:rsidR="002B1AB2" w:rsidRPr="0048128A" w:rsidRDefault="00576E89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Co</w:t>
            </w:r>
            <w:r w:rsidR="00F95388" w:rsidRPr="0048128A">
              <w:rPr>
                <w:rFonts w:ascii="Arial" w:hAnsi="Arial" w:cs="Arial"/>
              </w:rPr>
              <w:t>mbien de billes ont-ils en tout </w:t>
            </w:r>
            <w:r w:rsidRPr="0048128A">
              <w:rPr>
                <w:rFonts w:ascii="Arial" w:hAnsi="Arial" w:cs="Arial"/>
              </w:rPr>
              <w:t>?</w:t>
            </w:r>
          </w:p>
        </w:tc>
      </w:tr>
      <w:tr w:rsidR="002B1AB2" w:rsidRPr="0048128A" w14:paraId="0770E4C3" w14:textId="77777777" w:rsidTr="00E2119E">
        <w:tc>
          <w:tcPr>
            <w:tcW w:w="9067" w:type="dxa"/>
          </w:tcPr>
          <w:p w14:paraId="1F97FF4C" w14:textId="77777777" w:rsidR="002B1AB2" w:rsidRPr="0048128A" w:rsidRDefault="002B1AB2" w:rsidP="004B4A38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2</w:t>
            </w:r>
          </w:p>
          <w:p w14:paraId="0C1231E4" w14:textId="653E6CD4" w:rsidR="00576E89" w:rsidRPr="0048128A" w:rsidRDefault="00F95388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Nour a 26 </w:t>
            </w:r>
            <w:r w:rsidR="00576E89" w:rsidRPr="0048128A">
              <w:rPr>
                <w:rFonts w:ascii="Arial" w:hAnsi="Arial" w:cs="Arial"/>
              </w:rPr>
              <w:t>billes. Gabriel</w:t>
            </w:r>
            <w:r w:rsidRPr="0048128A">
              <w:rPr>
                <w:rFonts w:ascii="Arial" w:hAnsi="Arial" w:cs="Arial"/>
              </w:rPr>
              <w:t xml:space="preserve"> a 30 </w:t>
            </w:r>
            <w:r w:rsidR="00576E89" w:rsidRPr="0048128A">
              <w:rPr>
                <w:rFonts w:ascii="Arial" w:hAnsi="Arial" w:cs="Arial"/>
              </w:rPr>
              <w:t>billes de plus que Nour.</w:t>
            </w:r>
          </w:p>
          <w:p w14:paraId="5CECE743" w14:textId="7E7D19E4" w:rsidR="002B1AB2" w:rsidRPr="0048128A" w:rsidRDefault="00576E89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Co</w:t>
            </w:r>
            <w:r w:rsidR="00F95388" w:rsidRPr="0048128A">
              <w:rPr>
                <w:rFonts w:ascii="Arial" w:hAnsi="Arial" w:cs="Arial"/>
              </w:rPr>
              <w:t>mbien de billes ont-ils en tout </w:t>
            </w:r>
            <w:r w:rsidRPr="0048128A">
              <w:rPr>
                <w:rFonts w:ascii="Arial" w:hAnsi="Arial" w:cs="Arial"/>
              </w:rPr>
              <w:t>?</w:t>
            </w:r>
          </w:p>
        </w:tc>
      </w:tr>
      <w:tr w:rsidR="002B1AB2" w:rsidRPr="0048128A" w14:paraId="587B3F86" w14:textId="77777777" w:rsidTr="00E2119E">
        <w:tc>
          <w:tcPr>
            <w:tcW w:w="9067" w:type="dxa"/>
          </w:tcPr>
          <w:p w14:paraId="1104C424" w14:textId="77777777" w:rsidR="002B1AB2" w:rsidRPr="0048128A" w:rsidRDefault="002B1AB2" w:rsidP="004B4A38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3</w:t>
            </w:r>
          </w:p>
          <w:p w14:paraId="7A44DE4A" w14:textId="3E17542C" w:rsidR="00576E89" w:rsidRPr="0048128A" w:rsidRDefault="00AC669B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Maël</w:t>
            </w:r>
            <w:r w:rsidR="00F95388" w:rsidRPr="0048128A">
              <w:rPr>
                <w:rFonts w:ascii="Arial" w:hAnsi="Arial" w:cs="Arial"/>
              </w:rPr>
              <w:t xml:space="preserve"> a 44 </w:t>
            </w:r>
            <w:r w:rsidR="00FE1A35">
              <w:rPr>
                <w:rFonts w:ascii="Arial" w:hAnsi="Arial" w:cs="Arial"/>
              </w:rPr>
              <w:t xml:space="preserve">billes. </w:t>
            </w:r>
            <w:r>
              <w:rPr>
                <w:rFonts w:ascii="Arial" w:hAnsi="Arial" w:cs="Arial"/>
              </w:rPr>
              <w:t>Maël</w:t>
            </w:r>
            <w:r w:rsidR="00FE1A35">
              <w:rPr>
                <w:rFonts w:ascii="Arial" w:hAnsi="Arial" w:cs="Arial"/>
              </w:rPr>
              <w:t xml:space="preserve"> </w:t>
            </w:r>
            <w:r w:rsidR="00F95388" w:rsidRPr="0048128A">
              <w:rPr>
                <w:rFonts w:ascii="Arial" w:hAnsi="Arial" w:cs="Arial"/>
              </w:rPr>
              <w:t>a 10 </w:t>
            </w:r>
            <w:r w:rsidR="00D27273">
              <w:rPr>
                <w:rFonts w:ascii="Arial" w:hAnsi="Arial" w:cs="Arial"/>
              </w:rPr>
              <w:t>billes de plus</w:t>
            </w:r>
            <w:r w:rsidR="00FE1A35">
              <w:rPr>
                <w:rFonts w:ascii="Arial" w:hAnsi="Arial" w:cs="Arial"/>
              </w:rPr>
              <w:t xml:space="preserve"> que</w:t>
            </w:r>
            <w:r>
              <w:rPr>
                <w:rFonts w:ascii="Arial" w:hAnsi="Arial" w:cs="Arial"/>
              </w:rPr>
              <w:t xml:space="preserve"> Lou</w:t>
            </w:r>
            <w:r w:rsidR="00576E89" w:rsidRPr="0048128A">
              <w:rPr>
                <w:rFonts w:ascii="Arial" w:hAnsi="Arial" w:cs="Arial"/>
              </w:rPr>
              <w:t>.</w:t>
            </w:r>
          </w:p>
          <w:p w14:paraId="3E0171E5" w14:textId="051B5416" w:rsidR="002B1AB2" w:rsidRPr="0048128A" w:rsidRDefault="00576E89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Combien de bille</w:t>
            </w:r>
            <w:r w:rsidR="0048128A">
              <w:rPr>
                <w:rFonts w:ascii="Arial" w:hAnsi="Arial" w:cs="Arial"/>
              </w:rPr>
              <w:t>s ont-ils en tout </w:t>
            </w:r>
            <w:r w:rsidRPr="0048128A">
              <w:rPr>
                <w:rFonts w:ascii="Arial" w:hAnsi="Arial" w:cs="Arial"/>
              </w:rPr>
              <w:t>?</w:t>
            </w:r>
          </w:p>
        </w:tc>
      </w:tr>
      <w:tr w:rsidR="002B1AB2" w:rsidRPr="0048128A" w14:paraId="7DA51078" w14:textId="77777777" w:rsidTr="00E2119E">
        <w:tc>
          <w:tcPr>
            <w:tcW w:w="9067" w:type="dxa"/>
          </w:tcPr>
          <w:p w14:paraId="0B40CFA6" w14:textId="7CF9CBC7" w:rsidR="002B1AB2" w:rsidRPr="0048128A" w:rsidRDefault="002B1AB2" w:rsidP="004B4A38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4</w:t>
            </w:r>
          </w:p>
          <w:p w14:paraId="1173FEFF" w14:textId="7903FDF6" w:rsidR="00576E89" w:rsidRPr="0048128A" w:rsidRDefault="00F95388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Amir a 85 </w:t>
            </w:r>
            <w:r w:rsidR="00576E89" w:rsidRPr="0048128A">
              <w:rPr>
                <w:rFonts w:ascii="Arial" w:hAnsi="Arial" w:cs="Arial"/>
              </w:rPr>
              <w:t>billes. Amir</w:t>
            </w:r>
            <w:r w:rsidRPr="0048128A">
              <w:rPr>
                <w:rFonts w:ascii="Arial" w:hAnsi="Arial" w:cs="Arial"/>
              </w:rPr>
              <w:t xml:space="preserve"> a 60 </w:t>
            </w:r>
            <w:r w:rsidR="002C091D">
              <w:rPr>
                <w:rFonts w:ascii="Arial" w:hAnsi="Arial" w:cs="Arial"/>
              </w:rPr>
              <w:t>billes de moins</w:t>
            </w:r>
            <w:r w:rsidR="00576E89" w:rsidRPr="0048128A">
              <w:rPr>
                <w:rFonts w:ascii="Arial" w:hAnsi="Arial" w:cs="Arial"/>
              </w:rPr>
              <w:t xml:space="preserve"> que Lucas.</w:t>
            </w:r>
          </w:p>
          <w:p w14:paraId="29F6D70E" w14:textId="3260B2A9" w:rsidR="002B1AB2" w:rsidRPr="0048128A" w:rsidRDefault="00576E89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Com</w:t>
            </w:r>
            <w:r w:rsidR="0048128A">
              <w:rPr>
                <w:rFonts w:ascii="Arial" w:hAnsi="Arial" w:cs="Arial"/>
              </w:rPr>
              <w:t>bien de billes ont-ils en tout ?</w:t>
            </w:r>
          </w:p>
        </w:tc>
      </w:tr>
      <w:tr w:rsidR="002B1AB2" w:rsidRPr="0048128A" w14:paraId="270EDF3D" w14:textId="77777777" w:rsidTr="00E2119E">
        <w:tc>
          <w:tcPr>
            <w:tcW w:w="9067" w:type="dxa"/>
          </w:tcPr>
          <w:p w14:paraId="4075CA5F" w14:textId="628C40E1" w:rsidR="002B1AB2" w:rsidRPr="0048128A" w:rsidRDefault="002B1AB2" w:rsidP="004B4A38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5</w:t>
            </w:r>
          </w:p>
          <w:p w14:paraId="5D6CFC86" w14:textId="561368DC" w:rsidR="00576E89" w:rsidRPr="0048128A" w:rsidRDefault="00576E89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Les</w:t>
            </w:r>
            <w:r w:rsidR="00F95388" w:rsidRPr="0048128A">
              <w:rPr>
                <w:rFonts w:ascii="Arial" w:hAnsi="Arial" w:cs="Arial"/>
              </w:rPr>
              <w:t xml:space="preserve"> élèves de CE2 ont 1026 </w:t>
            </w:r>
            <w:r w:rsidR="00325596">
              <w:rPr>
                <w:rFonts w:ascii="Arial" w:hAnsi="Arial" w:cs="Arial"/>
              </w:rPr>
              <w:t xml:space="preserve">billes. </w:t>
            </w:r>
            <w:r w:rsidR="00F95388" w:rsidRPr="0048128A">
              <w:rPr>
                <w:rFonts w:ascii="Arial" w:hAnsi="Arial" w:cs="Arial"/>
              </w:rPr>
              <w:t>Les élèves de CE1 ont 100 </w:t>
            </w:r>
            <w:r w:rsidRPr="0048128A">
              <w:rPr>
                <w:rFonts w:ascii="Arial" w:hAnsi="Arial" w:cs="Arial"/>
              </w:rPr>
              <w:t>billes de moins que les élèves de CE2.</w:t>
            </w:r>
          </w:p>
          <w:p w14:paraId="6A2BA2BB" w14:textId="050AE5E3" w:rsidR="002B1AB2" w:rsidRPr="0048128A" w:rsidRDefault="00576E89" w:rsidP="004B4A38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Combien de billes les élèves de CE1 et de CE2 on</w:t>
            </w:r>
            <w:r w:rsidR="0048128A">
              <w:rPr>
                <w:rFonts w:ascii="Arial" w:hAnsi="Arial" w:cs="Arial"/>
              </w:rPr>
              <w:t>t-ils en tout ?</w:t>
            </w:r>
          </w:p>
        </w:tc>
      </w:tr>
    </w:tbl>
    <w:p w14:paraId="27854559" w14:textId="0A7FD386" w:rsidR="000068C0" w:rsidRDefault="000068C0" w:rsidP="000068C0">
      <w:pPr>
        <w:pStyle w:val="Titre2"/>
      </w:pPr>
      <w:r w:rsidRPr="0048128A">
        <w:t>Annex</w:t>
      </w:r>
      <w:r>
        <w:t>e 2 : exercices pour la séance 2</w:t>
      </w:r>
      <w:r w:rsidRPr="0048128A">
        <w:t xml:space="preserve"> </w:t>
      </w:r>
      <w:r>
        <w:t>(séance courte, calcul mental)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068C0" w:rsidRPr="0048128A" w14:paraId="76525832" w14:textId="77777777" w:rsidTr="000068C0">
        <w:tc>
          <w:tcPr>
            <w:tcW w:w="9067" w:type="dxa"/>
          </w:tcPr>
          <w:p w14:paraId="60E87F82" w14:textId="77777777" w:rsidR="000068C0" w:rsidRPr="0048128A" w:rsidRDefault="000068C0" w:rsidP="00325596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1</w:t>
            </w:r>
          </w:p>
          <w:p w14:paraId="5BCFB460" w14:textId="6AF2B5A1" w:rsidR="008361F8" w:rsidRDefault="000068C0" w:rsidP="00325596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une pi</w:t>
            </w:r>
            <w:r w:rsidR="008361F8">
              <w:rPr>
                <w:rFonts w:ascii="Arial" w:hAnsi="Arial" w:cs="Arial"/>
              </w:rPr>
              <w:t>le, il y a 44 assiettes. Dans une autre pile, il y a 10</w:t>
            </w:r>
            <w:r>
              <w:rPr>
                <w:rFonts w:ascii="Arial" w:hAnsi="Arial" w:cs="Arial"/>
              </w:rPr>
              <w:t xml:space="preserve"> assiettes de </w:t>
            </w:r>
            <w:r w:rsidR="0017663B">
              <w:rPr>
                <w:rFonts w:ascii="Arial" w:hAnsi="Arial" w:cs="Arial"/>
              </w:rPr>
              <w:t xml:space="preserve">moins </w:t>
            </w:r>
            <w:r>
              <w:rPr>
                <w:rFonts w:ascii="Arial" w:hAnsi="Arial" w:cs="Arial"/>
              </w:rPr>
              <w:t>que dans la première</w:t>
            </w:r>
            <w:r w:rsidR="0017663B">
              <w:rPr>
                <w:rFonts w:ascii="Arial" w:hAnsi="Arial" w:cs="Arial"/>
              </w:rPr>
              <w:t xml:space="preserve"> pile.</w:t>
            </w:r>
            <w:r w:rsidR="008361F8">
              <w:rPr>
                <w:rFonts w:ascii="Arial" w:hAnsi="Arial" w:cs="Arial"/>
              </w:rPr>
              <w:t xml:space="preserve"> </w:t>
            </w:r>
          </w:p>
          <w:p w14:paraId="41AF1F58" w14:textId="3EFF1B86" w:rsidR="000068C0" w:rsidRPr="0048128A" w:rsidRDefault="000068C0" w:rsidP="00325596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 xml:space="preserve">Combien </w:t>
            </w:r>
            <w:r w:rsidR="0017663B">
              <w:rPr>
                <w:rFonts w:ascii="Arial" w:hAnsi="Arial" w:cs="Arial"/>
              </w:rPr>
              <w:t xml:space="preserve">d’assiettes y a-t-il </w:t>
            </w:r>
            <w:r w:rsidR="00AE031D">
              <w:rPr>
                <w:rFonts w:ascii="Arial" w:hAnsi="Arial" w:cs="Arial"/>
              </w:rPr>
              <w:t>en tout</w:t>
            </w:r>
            <w:r w:rsidR="0017663B">
              <w:rPr>
                <w:rFonts w:ascii="Arial" w:hAnsi="Arial" w:cs="Arial"/>
              </w:rPr>
              <w:t> ?</w:t>
            </w:r>
          </w:p>
        </w:tc>
      </w:tr>
      <w:tr w:rsidR="000068C0" w:rsidRPr="0048128A" w14:paraId="0BD90091" w14:textId="77777777" w:rsidTr="000068C0">
        <w:tc>
          <w:tcPr>
            <w:tcW w:w="9067" w:type="dxa"/>
          </w:tcPr>
          <w:p w14:paraId="500E5F36" w14:textId="2193FD9C" w:rsidR="000068C0" w:rsidRDefault="000068C0" w:rsidP="00325596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2</w:t>
            </w:r>
          </w:p>
          <w:p w14:paraId="211A0782" w14:textId="04F0AC90" w:rsidR="0017663B" w:rsidRDefault="0017663B" w:rsidP="00325596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Dans une rangée, il </w:t>
            </w:r>
            <w:r w:rsidR="008361F8">
              <w:rPr>
                <w:rFonts w:ascii="Arial" w:hAnsi="Arial" w:cs="Arial"/>
              </w:rPr>
              <w:t>y a 4</w:t>
            </w:r>
            <w:r>
              <w:rPr>
                <w:rFonts w:ascii="Arial" w:hAnsi="Arial" w:cs="Arial"/>
              </w:rPr>
              <w:t xml:space="preserve">6 chaises. C’est 6 chaises de plus que dans </w:t>
            </w:r>
            <w:r w:rsidR="008361F8">
              <w:rPr>
                <w:rFonts w:ascii="Arial" w:hAnsi="Arial" w:cs="Arial"/>
              </w:rPr>
              <w:t xml:space="preserve">la première </w:t>
            </w:r>
            <w:r>
              <w:rPr>
                <w:rFonts w:ascii="Arial" w:hAnsi="Arial" w:cs="Arial"/>
              </w:rPr>
              <w:t>rangée.</w:t>
            </w:r>
          </w:p>
          <w:p w14:paraId="69BCD234" w14:textId="7A530507" w:rsidR="000068C0" w:rsidRPr="0017663B" w:rsidRDefault="0017663B" w:rsidP="00325596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</w:rPr>
              <w:t xml:space="preserve">Combien </w:t>
            </w:r>
            <w:r>
              <w:rPr>
                <w:rFonts w:ascii="Arial" w:hAnsi="Arial" w:cs="Arial"/>
              </w:rPr>
              <w:t xml:space="preserve">de chaises y a-t-il </w:t>
            </w:r>
            <w:r w:rsidR="00AE031D">
              <w:rPr>
                <w:rFonts w:ascii="Arial" w:hAnsi="Arial" w:cs="Arial"/>
              </w:rPr>
              <w:t>en tout</w:t>
            </w:r>
            <w:r>
              <w:rPr>
                <w:rFonts w:ascii="Arial" w:hAnsi="Arial" w:cs="Arial"/>
              </w:rPr>
              <w:t> ?</w:t>
            </w:r>
          </w:p>
        </w:tc>
      </w:tr>
      <w:tr w:rsidR="000068C0" w:rsidRPr="0048128A" w14:paraId="7AE4AC2F" w14:textId="77777777" w:rsidTr="000068C0">
        <w:tc>
          <w:tcPr>
            <w:tcW w:w="9067" w:type="dxa"/>
          </w:tcPr>
          <w:p w14:paraId="53381C0F" w14:textId="347E1B56" w:rsidR="008361F8" w:rsidRPr="008361F8" w:rsidRDefault="008361F8" w:rsidP="00325596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3</w:t>
            </w:r>
          </w:p>
          <w:p w14:paraId="67C05303" w14:textId="0392E887" w:rsidR="0017663B" w:rsidRDefault="002C091D" w:rsidP="00325596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un tiroir, il y a 9 dizaines</w:t>
            </w:r>
            <w:r w:rsidR="008361F8">
              <w:rPr>
                <w:rFonts w:ascii="Arial" w:hAnsi="Arial" w:cs="Arial"/>
              </w:rPr>
              <w:t xml:space="preserve"> </w:t>
            </w:r>
            <w:r w:rsidR="0017663B">
              <w:rPr>
                <w:rFonts w:ascii="Arial" w:hAnsi="Arial" w:cs="Arial"/>
              </w:rPr>
              <w:t xml:space="preserve">de fourchettes. </w:t>
            </w:r>
            <w:r w:rsidR="008361F8">
              <w:rPr>
                <w:rFonts w:ascii="Arial" w:hAnsi="Arial" w:cs="Arial"/>
              </w:rPr>
              <w:t xml:space="preserve">Dans un </w:t>
            </w:r>
            <w:r w:rsidR="0017663B">
              <w:rPr>
                <w:rFonts w:ascii="Arial" w:hAnsi="Arial" w:cs="Arial"/>
              </w:rPr>
              <w:t>autre tiroir, il y a un</w:t>
            </w:r>
            <w:r w:rsidR="008361F8">
              <w:rPr>
                <w:rFonts w:ascii="Arial" w:hAnsi="Arial" w:cs="Arial"/>
              </w:rPr>
              <w:t>e dizaine de fourchettes de moins</w:t>
            </w:r>
            <w:r w:rsidR="0017663B">
              <w:rPr>
                <w:rFonts w:ascii="Arial" w:hAnsi="Arial" w:cs="Arial"/>
              </w:rPr>
              <w:t xml:space="preserve"> que dans le premier tiroir.</w:t>
            </w:r>
          </w:p>
          <w:p w14:paraId="24FF8D83" w14:textId="42B8B2AA" w:rsidR="0017663B" w:rsidRPr="0048128A" w:rsidRDefault="0017663B" w:rsidP="00325596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fourchettes y a-t-il </w:t>
            </w:r>
            <w:r w:rsidR="00AE031D">
              <w:rPr>
                <w:rFonts w:ascii="Arial" w:hAnsi="Arial" w:cs="Arial"/>
              </w:rPr>
              <w:t>en tout</w:t>
            </w:r>
            <w:r>
              <w:rPr>
                <w:rFonts w:ascii="Arial" w:hAnsi="Arial" w:cs="Arial"/>
              </w:rPr>
              <w:t> ?</w:t>
            </w:r>
          </w:p>
        </w:tc>
      </w:tr>
    </w:tbl>
    <w:p w14:paraId="7A9B9B26" w14:textId="7DD06D85" w:rsidR="00386B77" w:rsidRPr="0048128A" w:rsidRDefault="00386B77" w:rsidP="00386B77">
      <w:pPr>
        <w:pStyle w:val="Titre2"/>
      </w:pPr>
      <w:r>
        <w:lastRenderedPageBreak/>
        <w:t>Annexe 3</w:t>
      </w:r>
      <w:r w:rsidRPr="0048128A">
        <w:t> : exercices pour la séance 3 (évaluation intermédiaire)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86B77" w:rsidRPr="0048128A" w14:paraId="17C1186E" w14:textId="77777777" w:rsidTr="008361F8">
        <w:tc>
          <w:tcPr>
            <w:tcW w:w="9067" w:type="dxa"/>
          </w:tcPr>
          <w:p w14:paraId="3E9BE895" w14:textId="77777777" w:rsidR="00386B77" w:rsidRPr="0048128A" w:rsidRDefault="00386B77" w:rsidP="008361F8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1</w:t>
            </w:r>
          </w:p>
          <w:p w14:paraId="7E3665A1" w14:textId="1CFADAA7" w:rsidR="00386B77" w:rsidRPr="0048128A" w:rsidRDefault="00386B77" w:rsidP="008361F8">
            <w:pPr>
              <w:spacing w:before="120" w:after="120" w:line="240" w:lineRule="exact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 xml:space="preserve">Léa a </w:t>
            </w:r>
            <w:r w:rsidR="008361F8">
              <w:rPr>
                <w:rFonts w:ascii="Arial" w:hAnsi="Arial" w:cs="Arial"/>
              </w:rPr>
              <w:t>67</w:t>
            </w:r>
            <w:r>
              <w:rPr>
                <w:rFonts w:ascii="Arial" w:hAnsi="Arial" w:cs="Arial"/>
              </w:rPr>
              <w:t> </w:t>
            </w:r>
            <w:r w:rsidR="008361F8">
              <w:rPr>
                <w:rFonts w:ascii="Arial" w:hAnsi="Arial" w:cs="Arial"/>
              </w:rPr>
              <w:t>images. Simon a 10</w:t>
            </w:r>
            <w:r>
              <w:rPr>
                <w:rFonts w:ascii="Arial" w:hAnsi="Arial" w:cs="Arial"/>
              </w:rPr>
              <w:t> </w:t>
            </w:r>
            <w:r w:rsidR="008361F8">
              <w:rPr>
                <w:rFonts w:ascii="Arial" w:hAnsi="Arial" w:cs="Arial"/>
              </w:rPr>
              <w:t>images de</w:t>
            </w:r>
            <w:r w:rsidRPr="0048128A">
              <w:rPr>
                <w:rFonts w:ascii="Arial" w:hAnsi="Arial" w:cs="Arial"/>
              </w:rPr>
              <w:t xml:space="preserve"> </w:t>
            </w:r>
            <w:r w:rsidR="008361F8">
              <w:rPr>
                <w:rFonts w:ascii="Arial" w:hAnsi="Arial" w:cs="Arial"/>
              </w:rPr>
              <w:t xml:space="preserve">moins </w:t>
            </w:r>
            <w:r w:rsidRPr="0048128A">
              <w:rPr>
                <w:rFonts w:ascii="Arial" w:hAnsi="Arial" w:cs="Arial"/>
              </w:rPr>
              <w:t xml:space="preserve">que Léa. </w:t>
            </w:r>
          </w:p>
          <w:p w14:paraId="07E5D8F6" w14:textId="2A6CCC1F" w:rsidR="00386B77" w:rsidRPr="0048128A" w:rsidRDefault="00386B77" w:rsidP="008361F8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</w:rPr>
              <w:t xml:space="preserve">Combien </w:t>
            </w:r>
            <w:r w:rsidR="008361F8">
              <w:rPr>
                <w:rFonts w:ascii="Arial" w:hAnsi="Arial" w:cs="Arial"/>
              </w:rPr>
              <w:t>d’images</w:t>
            </w:r>
            <w:r>
              <w:rPr>
                <w:rFonts w:ascii="Arial" w:hAnsi="Arial" w:cs="Arial"/>
              </w:rPr>
              <w:t xml:space="preserve"> ont-ils en tout </w:t>
            </w:r>
            <w:r w:rsidRPr="0048128A">
              <w:rPr>
                <w:rFonts w:ascii="Arial" w:hAnsi="Arial" w:cs="Arial"/>
              </w:rPr>
              <w:t>?</w:t>
            </w:r>
          </w:p>
        </w:tc>
      </w:tr>
      <w:tr w:rsidR="00386B77" w:rsidRPr="0048128A" w14:paraId="33E451FF" w14:textId="77777777" w:rsidTr="008361F8">
        <w:tc>
          <w:tcPr>
            <w:tcW w:w="9067" w:type="dxa"/>
          </w:tcPr>
          <w:p w14:paraId="65D2FD3D" w14:textId="2ADF9495" w:rsidR="00386B77" w:rsidRDefault="00386B77" w:rsidP="008361F8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2</w:t>
            </w:r>
          </w:p>
          <w:p w14:paraId="5E53F15E" w14:textId="4F42CAB6" w:rsidR="008361F8" w:rsidRDefault="008361F8" w:rsidP="008361F8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Dans un </w:t>
            </w:r>
            <w:r w:rsidR="00FD0D37">
              <w:rPr>
                <w:rFonts w:ascii="Arial" w:hAnsi="Arial" w:cs="Arial"/>
              </w:rPr>
              <w:t>carton, il y a 38 </w:t>
            </w:r>
            <w:r>
              <w:rPr>
                <w:rFonts w:ascii="Arial" w:hAnsi="Arial" w:cs="Arial"/>
              </w:rPr>
              <w:t>cahiers.</w:t>
            </w:r>
          </w:p>
          <w:p w14:paraId="1C10E1C3" w14:textId="71DAD587" w:rsidR="008361F8" w:rsidRDefault="00FD0D37" w:rsidP="008361F8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un autre carton, il y a 10 </w:t>
            </w:r>
            <w:r w:rsidR="008361F8">
              <w:rPr>
                <w:rFonts w:ascii="Arial" w:hAnsi="Arial" w:cs="Arial"/>
              </w:rPr>
              <w:t>cahiers de plus que dans le premier carton.</w:t>
            </w:r>
          </w:p>
          <w:p w14:paraId="6A49FFB9" w14:textId="5E20C951" w:rsidR="00386B77" w:rsidRPr="0048128A" w:rsidRDefault="008361F8" w:rsidP="008361F8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cahiers y a-t-il en tout ?</w:t>
            </w:r>
          </w:p>
        </w:tc>
      </w:tr>
    </w:tbl>
    <w:p w14:paraId="5F3D3289" w14:textId="5745826D" w:rsidR="006029CB" w:rsidRDefault="009F05D9" w:rsidP="006029CB">
      <w:pPr>
        <w:pStyle w:val="Titre2"/>
      </w:pPr>
      <w:r w:rsidRPr="0048128A">
        <w:t>Annex</w:t>
      </w:r>
      <w:r w:rsidR="00386B77">
        <w:t>e 4</w:t>
      </w:r>
      <w:r w:rsidR="00FA2D68">
        <w:t xml:space="preserve"> </w:t>
      </w:r>
      <w:r w:rsidR="00386B77">
        <w:t>: exercices pour la séance 4</w:t>
      </w:r>
      <w:r w:rsidRPr="0048128A">
        <w:t xml:space="preserve"> </w:t>
      </w:r>
      <w:r>
        <w:t>(séance courte, calcul mental)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29CB" w14:paraId="2D3569F5" w14:textId="77777777" w:rsidTr="006029CB">
        <w:tc>
          <w:tcPr>
            <w:tcW w:w="4531" w:type="dxa"/>
          </w:tcPr>
          <w:p w14:paraId="00D0778E" w14:textId="77777777" w:rsidR="006029CB" w:rsidRPr="006029CB" w:rsidRDefault="006029CB" w:rsidP="00FA7A4C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6029CB">
              <w:rPr>
                <w:rFonts w:ascii="Arial" w:hAnsi="Arial" w:cs="Arial"/>
                <w:b/>
              </w:rPr>
              <w:t>Problème 1</w:t>
            </w:r>
          </w:p>
          <w:p w14:paraId="517EAB0F" w14:textId="77777777" w:rsidR="00FA7A4C" w:rsidRDefault="000068C0" w:rsidP="00FA7A4C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Hugo </w:t>
            </w:r>
            <w:r w:rsidR="006029CB" w:rsidRPr="006029CB">
              <w:rPr>
                <w:rFonts w:ascii="Arial" w:hAnsi="Arial" w:cs="Arial"/>
              </w:rPr>
              <w:t>veut acheter une tarte aux abricots et une ta</w:t>
            </w:r>
            <w:r>
              <w:rPr>
                <w:rFonts w:ascii="Arial" w:hAnsi="Arial" w:cs="Arial"/>
              </w:rPr>
              <w:t xml:space="preserve">rte au citron. </w:t>
            </w:r>
          </w:p>
          <w:p w14:paraId="58873277" w14:textId="530DBFA9" w:rsidR="006029CB" w:rsidRPr="006029CB" w:rsidRDefault="000068C0" w:rsidP="00FA7A4C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va-t-il payer </w:t>
            </w:r>
            <w:r w:rsidR="006029CB" w:rsidRPr="006029CB">
              <w:rPr>
                <w:rFonts w:ascii="Arial" w:hAnsi="Arial" w:cs="Arial"/>
              </w:rPr>
              <w:t>?</w:t>
            </w:r>
          </w:p>
          <w:p w14:paraId="050EE744" w14:textId="36A31FB5" w:rsidR="006029CB" w:rsidRDefault="006029CB" w:rsidP="00FA7A4C">
            <w:pPr>
              <w:spacing w:before="120" w:after="120" w:line="288" w:lineRule="auto"/>
            </w:pPr>
            <w:r w:rsidRPr="006029CB">
              <w:rPr>
                <w:rFonts w:ascii="Arial" w:hAnsi="Arial" w:cs="Arial"/>
              </w:rPr>
              <w:t xml:space="preserve">L’ardoise a été effacée, mais </w:t>
            </w:r>
            <w:r w:rsidR="000068C0">
              <w:rPr>
                <w:rFonts w:ascii="Arial" w:hAnsi="Arial" w:cs="Arial"/>
              </w:rPr>
              <w:t xml:space="preserve">la boulangère </w:t>
            </w:r>
            <w:r w:rsidRPr="006029CB">
              <w:rPr>
                <w:rFonts w:ascii="Arial" w:hAnsi="Arial" w:cs="Arial"/>
              </w:rPr>
              <w:t xml:space="preserve">dit à </w:t>
            </w:r>
            <w:r w:rsidR="000068C0">
              <w:rPr>
                <w:rFonts w:ascii="Arial" w:hAnsi="Arial" w:cs="Arial"/>
              </w:rPr>
              <w:t xml:space="preserve">Hugo </w:t>
            </w:r>
            <w:r w:rsidR="00FD0D37">
              <w:rPr>
                <w:rFonts w:ascii="Arial" w:hAnsi="Arial" w:cs="Arial"/>
              </w:rPr>
              <w:t>que la tarte au citron coûte 5 </w:t>
            </w:r>
            <w:r w:rsidRPr="006029CB">
              <w:rPr>
                <w:rFonts w:ascii="Arial" w:hAnsi="Arial" w:cs="Arial"/>
              </w:rPr>
              <w:t>€ de moins que la tarte aux abricots.</w:t>
            </w:r>
          </w:p>
        </w:tc>
        <w:tc>
          <w:tcPr>
            <w:tcW w:w="4531" w:type="dxa"/>
            <w:vAlign w:val="center"/>
          </w:tcPr>
          <w:p w14:paraId="27CAE163" w14:textId="45477EA2" w:rsidR="006029CB" w:rsidRDefault="006029CB" w:rsidP="008361F8">
            <w:pPr>
              <w:spacing w:before="12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2D1D755" wp14:editId="5384ECB4">
                  <wp:extent cx="2548675" cy="1422400"/>
                  <wp:effectExtent l="0" t="0" r="4445" b="635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337" cy="1425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29CB" w14:paraId="4DAF63FE" w14:textId="77777777" w:rsidTr="006029CB">
        <w:tc>
          <w:tcPr>
            <w:tcW w:w="4531" w:type="dxa"/>
          </w:tcPr>
          <w:p w14:paraId="17081734" w14:textId="77777777" w:rsidR="006029CB" w:rsidRDefault="006029CB" w:rsidP="00FA7A4C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2</w:t>
            </w:r>
          </w:p>
          <w:p w14:paraId="2C6EE32F" w14:textId="532F1F59" w:rsidR="006029CB" w:rsidRDefault="005A1778" w:rsidP="00FA7A4C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Juliette </w:t>
            </w:r>
            <w:r w:rsidR="006029CB">
              <w:rPr>
                <w:rFonts w:ascii="Arial" w:hAnsi="Arial" w:cs="Arial"/>
              </w:rPr>
              <w:t>veut acheter deux pâtisseries : un</w:t>
            </w:r>
            <w:r w:rsidR="00517737">
              <w:rPr>
                <w:rFonts w:ascii="Arial" w:hAnsi="Arial" w:cs="Arial"/>
              </w:rPr>
              <w:t xml:space="preserve"> éclair au chocolat et un millefeuille</w:t>
            </w:r>
            <w:r w:rsidR="006029CB">
              <w:rPr>
                <w:rFonts w:ascii="Arial" w:hAnsi="Arial" w:cs="Arial"/>
              </w:rPr>
              <w:t xml:space="preserve">. </w:t>
            </w:r>
          </w:p>
          <w:p w14:paraId="350E4BE1" w14:textId="59CD7B65" w:rsidR="006029CB" w:rsidRDefault="000068C0" w:rsidP="00FA7A4C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va-t-elle </w:t>
            </w:r>
            <w:r w:rsidR="006029CB">
              <w:rPr>
                <w:rFonts w:ascii="Arial" w:hAnsi="Arial" w:cs="Arial"/>
              </w:rPr>
              <w:t>payer ?</w:t>
            </w:r>
          </w:p>
          <w:p w14:paraId="752EB16B" w14:textId="329B9A0E" w:rsidR="006029CB" w:rsidRPr="002C091D" w:rsidRDefault="006029CB" w:rsidP="00FA7A4C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L’ardoise a été effacée, mais </w:t>
            </w:r>
            <w:r w:rsidR="000068C0">
              <w:rPr>
                <w:rFonts w:ascii="Arial" w:hAnsi="Arial" w:cs="Arial"/>
              </w:rPr>
              <w:t>le boulanger</w:t>
            </w:r>
            <w:r>
              <w:rPr>
                <w:rFonts w:ascii="Arial" w:hAnsi="Arial" w:cs="Arial"/>
              </w:rPr>
              <w:t xml:space="preserve"> dit à </w:t>
            </w:r>
            <w:r w:rsidR="005A1778">
              <w:rPr>
                <w:rFonts w:ascii="Arial" w:hAnsi="Arial" w:cs="Arial"/>
              </w:rPr>
              <w:t>Juliette</w:t>
            </w:r>
            <w:r w:rsidR="00517737">
              <w:rPr>
                <w:rFonts w:ascii="Arial" w:hAnsi="Arial" w:cs="Arial"/>
              </w:rPr>
              <w:t xml:space="preserve"> que le millefeuille</w:t>
            </w:r>
            <w:r w:rsidR="005A1778">
              <w:rPr>
                <w:rFonts w:ascii="Arial" w:hAnsi="Arial" w:cs="Arial"/>
              </w:rPr>
              <w:t xml:space="preserve"> coûte </w:t>
            </w:r>
            <w:r w:rsidR="00F0060B">
              <w:rPr>
                <w:rFonts w:ascii="Arial" w:hAnsi="Arial" w:cs="Arial"/>
              </w:rPr>
              <w:t>1,50</w:t>
            </w:r>
            <w:r>
              <w:rPr>
                <w:rFonts w:ascii="Arial" w:hAnsi="Arial" w:cs="Arial"/>
              </w:rPr>
              <w:t xml:space="preserve"> € de plus que l’éclair au chocolat. </w:t>
            </w:r>
          </w:p>
        </w:tc>
        <w:tc>
          <w:tcPr>
            <w:tcW w:w="4531" w:type="dxa"/>
            <w:vAlign w:val="center"/>
          </w:tcPr>
          <w:p w14:paraId="1B5958C6" w14:textId="357ABCF7" w:rsidR="006029CB" w:rsidRDefault="00F0060B" w:rsidP="008361F8">
            <w:pPr>
              <w:spacing w:before="12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0B01CD5" wp14:editId="1365B295">
                  <wp:extent cx="2453545" cy="1603513"/>
                  <wp:effectExtent l="0" t="0" r="444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0592" cy="162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29CB" w14:paraId="6BAFD2B2" w14:textId="77777777" w:rsidTr="006029CB">
        <w:tc>
          <w:tcPr>
            <w:tcW w:w="4531" w:type="dxa"/>
          </w:tcPr>
          <w:p w14:paraId="7B4E3C8D" w14:textId="77777777" w:rsidR="006029CB" w:rsidRDefault="006029CB" w:rsidP="00FA7A4C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3</w:t>
            </w:r>
          </w:p>
          <w:p w14:paraId="0375E436" w14:textId="62AC0D41" w:rsidR="006029CB" w:rsidRDefault="005A1778" w:rsidP="00FA7A4C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Adèle</w:t>
            </w:r>
            <w:r w:rsidR="006029CB">
              <w:rPr>
                <w:rFonts w:ascii="Arial" w:hAnsi="Arial" w:cs="Arial"/>
              </w:rPr>
              <w:t xml:space="preserve"> et Victor veulent acheter deux sandwichs : un sandwich poulet-crudités et un sandwich jambon-beaufort.</w:t>
            </w:r>
          </w:p>
          <w:p w14:paraId="5CC0B02D" w14:textId="77777777" w:rsidR="006029CB" w:rsidRDefault="006029CB" w:rsidP="00FA7A4C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vont-ils payer ? </w:t>
            </w:r>
          </w:p>
          <w:p w14:paraId="5C9BECBA" w14:textId="09D29F35" w:rsidR="006029CB" w:rsidRPr="006029CB" w:rsidRDefault="006029CB" w:rsidP="00FA7A4C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L’ardoise a été effacée, mais </w:t>
            </w:r>
            <w:r w:rsidR="000068C0">
              <w:rPr>
                <w:rFonts w:ascii="Arial" w:hAnsi="Arial" w:cs="Arial"/>
              </w:rPr>
              <w:t>le vendeur</w:t>
            </w:r>
            <w:r>
              <w:rPr>
                <w:rFonts w:ascii="Arial" w:hAnsi="Arial" w:cs="Arial"/>
              </w:rPr>
              <w:t xml:space="preserve"> leur dit que le s</w:t>
            </w:r>
            <w:r w:rsidR="00FD0D37">
              <w:rPr>
                <w:rFonts w:ascii="Arial" w:hAnsi="Arial" w:cs="Arial"/>
              </w:rPr>
              <w:t>andwich jambon-beaufort coûte 2 </w:t>
            </w:r>
            <w:r>
              <w:rPr>
                <w:rFonts w:ascii="Arial" w:hAnsi="Arial" w:cs="Arial"/>
              </w:rPr>
              <w:t>€ de plus que le sandwich poulet-crudités.</w:t>
            </w:r>
          </w:p>
        </w:tc>
        <w:tc>
          <w:tcPr>
            <w:tcW w:w="4531" w:type="dxa"/>
            <w:vAlign w:val="center"/>
          </w:tcPr>
          <w:p w14:paraId="64D57329" w14:textId="262E12EE" w:rsidR="006029CB" w:rsidRDefault="000C61F4" w:rsidP="008361F8">
            <w:pPr>
              <w:spacing w:before="120"/>
              <w:jc w:val="center"/>
            </w:pPr>
            <w:r w:rsidRPr="000C61F4">
              <w:rPr>
                <w:noProof/>
                <w:lang w:eastAsia="fr-FR"/>
              </w:rPr>
              <w:drawing>
                <wp:inline distT="0" distB="0" distL="0" distR="0" wp14:anchorId="509902FC" wp14:editId="055F2800">
                  <wp:extent cx="2637183" cy="1857740"/>
                  <wp:effectExtent l="0" t="0" r="0" b="9525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3212" cy="187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CAEDCE" w14:textId="752CCEFD" w:rsidR="00876F6C" w:rsidRPr="00876F6C" w:rsidRDefault="00876F6C" w:rsidP="00876F6C"/>
    <w:p w14:paraId="685D55B8" w14:textId="4F977978" w:rsidR="001146F5" w:rsidRPr="001146F5" w:rsidRDefault="00386D02" w:rsidP="001146F5">
      <w:pPr>
        <w:pStyle w:val="Titre2"/>
      </w:pPr>
      <w:r w:rsidRPr="0048128A">
        <w:lastRenderedPageBreak/>
        <w:t>Annex</w:t>
      </w:r>
      <w:r>
        <w:t>e 5 : exercices pour la séance 5</w:t>
      </w:r>
      <w:r w:rsidRPr="0048128A">
        <w:t xml:space="preserve"> </w:t>
      </w:r>
      <w:r>
        <w:t>(séance courte, calcul mental)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2F1C83" w14:paraId="51A17624" w14:textId="77777777" w:rsidTr="006922DA">
        <w:tc>
          <w:tcPr>
            <w:tcW w:w="4957" w:type="dxa"/>
          </w:tcPr>
          <w:p w14:paraId="459F78C0" w14:textId="77777777" w:rsidR="00386D02" w:rsidRPr="006029CB" w:rsidRDefault="00386D02" w:rsidP="006922DA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6029CB">
              <w:rPr>
                <w:rFonts w:ascii="Arial" w:hAnsi="Arial" w:cs="Arial"/>
                <w:b/>
              </w:rPr>
              <w:t>Problème 1</w:t>
            </w:r>
          </w:p>
          <w:p w14:paraId="20A4387D" w14:textId="77777777" w:rsidR="006922DA" w:rsidRDefault="002F1C83" w:rsidP="006922DA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Marcel</w:t>
            </w:r>
            <w:r w:rsidR="00386D02">
              <w:rPr>
                <w:rFonts w:ascii="Arial" w:hAnsi="Arial" w:cs="Arial"/>
              </w:rPr>
              <w:t xml:space="preserve"> </w:t>
            </w:r>
            <w:r w:rsidR="00386D02" w:rsidRPr="006029CB">
              <w:rPr>
                <w:rFonts w:ascii="Arial" w:hAnsi="Arial" w:cs="Arial"/>
              </w:rPr>
              <w:t xml:space="preserve">veut acheter </w:t>
            </w:r>
            <w:r>
              <w:rPr>
                <w:rFonts w:ascii="Arial" w:hAnsi="Arial" w:cs="Arial"/>
              </w:rPr>
              <w:t>un croissant et un pain au chocolat.</w:t>
            </w:r>
          </w:p>
          <w:p w14:paraId="11E84228" w14:textId="494F2071" w:rsidR="00386D02" w:rsidRDefault="00386D02" w:rsidP="006922DA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va-t-il payer </w:t>
            </w:r>
            <w:r w:rsidRPr="006029CB">
              <w:rPr>
                <w:rFonts w:ascii="Arial" w:hAnsi="Arial" w:cs="Arial"/>
              </w:rPr>
              <w:t>?</w:t>
            </w:r>
          </w:p>
          <w:p w14:paraId="57DE66DD" w14:textId="18EADAF5" w:rsidR="00FD0D37" w:rsidRPr="005038B1" w:rsidRDefault="002F1C83" w:rsidP="006922DA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L’ardoise a été effacée, mais le boulanger dit à Marcel que le pain au chocolat </w:t>
            </w:r>
            <w:r w:rsidR="00FD0D37">
              <w:rPr>
                <w:rFonts w:ascii="Arial" w:hAnsi="Arial" w:cs="Arial"/>
              </w:rPr>
              <w:t>coûte 50 </w:t>
            </w:r>
            <w:r>
              <w:rPr>
                <w:rFonts w:ascii="Arial" w:hAnsi="Arial" w:cs="Arial"/>
              </w:rPr>
              <w:t>centimes de plus que le croissant.</w:t>
            </w:r>
          </w:p>
          <w:p w14:paraId="2F90CA89" w14:textId="449AEB8D" w:rsidR="002F1C83" w:rsidRPr="006029CB" w:rsidRDefault="002F1C83" w:rsidP="006922DA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2</w:t>
            </w:r>
          </w:p>
          <w:p w14:paraId="55D7EB5B" w14:textId="0738A095" w:rsidR="002F1C83" w:rsidRDefault="002F1C83" w:rsidP="006922DA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Manon veut acheter une brioche aux pralines.</w:t>
            </w:r>
          </w:p>
          <w:p w14:paraId="227532B2" w14:textId="162DC75C" w:rsidR="002F1C83" w:rsidRDefault="002F1C83" w:rsidP="006922DA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va-t-elle payer </w:t>
            </w:r>
            <w:r w:rsidRPr="006029CB">
              <w:rPr>
                <w:rFonts w:ascii="Arial" w:hAnsi="Arial" w:cs="Arial"/>
              </w:rPr>
              <w:t>?</w:t>
            </w:r>
          </w:p>
          <w:p w14:paraId="5CD6DDE4" w14:textId="6D2DFE2D" w:rsidR="002F1C83" w:rsidRDefault="002F1C83" w:rsidP="006922DA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L’ardoise a été effacée, mais le boulanger dit à Manon que l</w:t>
            </w:r>
            <w:r w:rsidR="00FD0D37">
              <w:rPr>
                <w:rFonts w:ascii="Arial" w:hAnsi="Arial" w:cs="Arial"/>
              </w:rPr>
              <w:t>a brioche aux pralines coûte 50 </w:t>
            </w:r>
            <w:r>
              <w:rPr>
                <w:rFonts w:ascii="Arial" w:hAnsi="Arial" w:cs="Arial"/>
              </w:rPr>
              <w:t>centimes de moins que le chausson aux pommes.</w:t>
            </w:r>
          </w:p>
          <w:p w14:paraId="76268136" w14:textId="11EACED2" w:rsidR="002F1C83" w:rsidRDefault="002F1C83" w:rsidP="006922DA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3</w:t>
            </w:r>
          </w:p>
          <w:p w14:paraId="163EBB4C" w14:textId="0FD0DF37" w:rsidR="00386D02" w:rsidRPr="006F0AE8" w:rsidRDefault="00593819" w:rsidP="006922DA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Marius veut acheter un croiss</w:t>
            </w:r>
            <w:r w:rsidR="00FD0D37">
              <w:rPr>
                <w:rFonts w:ascii="Arial" w:hAnsi="Arial" w:cs="Arial"/>
              </w:rPr>
              <w:t xml:space="preserve">ant et un chausson aux pommes. </w:t>
            </w:r>
            <w:r>
              <w:rPr>
                <w:rFonts w:ascii="Arial" w:hAnsi="Arial" w:cs="Arial"/>
              </w:rPr>
              <w:t>Combien va-t-il payer ?</w:t>
            </w:r>
          </w:p>
        </w:tc>
        <w:tc>
          <w:tcPr>
            <w:tcW w:w="4105" w:type="dxa"/>
          </w:tcPr>
          <w:p w14:paraId="7FA40003" w14:textId="5CC56202" w:rsidR="00386D02" w:rsidRDefault="001146F5" w:rsidP="006922DA">
            <w:pPr>
              <w:spacing w:before="12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B4DCF08" wp14:editId="130C1364">
                  <wp:extent cx="2449741" cy="2047661"/>
                  <wp:effectExtent l="0" t="0" r="825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3077" cy="2075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DC37E4" w14:textId="0ADDE9C6" w:rsidR="00535694" w:rsidRPr="0048128A" w:rsidRDefault="00A0414D" w:rsidP="00535694">
      <w:pPr>
        <w:pStyle w:val="Titre2"/>
      </w:pPr>
      <w:r>
        <w:t xml:space="preserve">Annexe 6 </w:t>
      </w:r>
      <w:r w:rsidR="00D73A01">
        <w:t>: exercices pour la séance 6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76E89" w:rsidRPr="0048128A" w14:paraId="6BC8EE24" w14:textId="77777777" w:rsidTr="00E2119E">
        <w:tc>
          <w:tcPr>
            <w:tcW w:w="9067" w:type="dxa"/>
          </w:tcPr>
          <w:p w14:paraId="51AFFC43" w14:textId="77730E38" w:rsidR="00576E89" w:rsidRPr="0048128A" w:rsidRDefault="00576E89" w:rsidP="00CC779A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1</w:t>
            </w:r>
          </w:p>
          <w:p w14:paraId="7D73E21C" w14:textId="4935B26D" w:rsidR="00CC779A" w:rsidRPr="0048128A" w:rsidRDefault="00CC779A" w:rsidP="00CC779A">
            <w:pPr>
              <w:spacing w:before="120" w:after="120" w:line="240" w:lineRule="exact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 xml:space="preserve">Alice a </w:t>
            </w:r>
            <w:r w:rsidR="00170340">
              <w:rPr>
                <w:rFonts w:ascii="Arial" w:hAnsi="Arial" w:cs="Arial"/>
              </w:rPr>
              <w:t>cueilli</w:t>
            </w:r>
            <w:r w:rsidRPr="0048128A">
              <w:rPr>
                <w:rFonts w:ascii="Arial" w:hAnsi="Arial" w:cs="Arial"/>
              </w:rPr>
              <w:t xml:space="preserve"> </w:t>
            </w:r>
            <w:r w:rsidR="00A0414D">
              <w:rPr>
                <w:rFonts w:ascii="Arial" w:hAnsi="Arial" w:cs="Arial"/>
              </w:rPr>
              <w:t>22 </w:t>
            </w:r>
            <w:r w:rsidR="003C3B10">
              <w:rPr>
                <w:rFonts w:ascii="Arial" w:hAnsi="Arial" w:cs="Arial"/>
              </w:rPr>
              <w:t xml:space="preserve">pommes. Léon a </w:t>
            </w:r>
            <w:r w:rsidR="00170340">
              <w:rPr>
                <w:rFonts w:ascii="Arial" w:hAnsi="Arial" w:cs="Arial"/>
              </w:rPr>
              <w:t>cueilli</w:t>
            </w:r>
            <w:r w:rsidR="00325596">
              <w:rPr>
                <w:rFonts w:ascii="Arial" w:hAnsi="Arial" w:cs="Arial"/>
              </w:rPr>
              <w:t xml:space="preserve"> 9</w:t>
            </w:r>
            <w:r w:rsidRPr="0048128A">
              <w:rPr>
                <w:rFonts w:ascii="Arial" w:hAnsi="Arial" w:cs="Arial"/>
              </w:rPr>
              <w:t xml:space="preserve"> pommes de plus qu’Alice.</w:t>
            </w:r>
          </w:p>
          <w:p w14:paraId="676D6BAE" w14:textId="76D99999" w:rsidR="00576E89" w:rsidRPr="0048128A" w:rsidRDefault="00A0414D" w:rsidP="00D73A01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pommes</w:t>
            </w:r>
            <w:r w:rsidR="00CC779A" w:rsidRPr="0048128A">
              <w:rPr>
                <w:rFonts w:ascii="Arial" w:hAnsi="Arial" w:cs="Arial"/>
              </w:rPr>
              <w:t xml:space="preserve"> les deux enfants ont-ils </w:t>
            </w:r>
            <w:r w:rsidR="00170340">
              <w:rPr>
                <w:rFonts w:ascii="Arial" w:hAnsi="Arial" w:cs="Arial"/>
              </w:rPr>
              <w:t>cueillie</w:t>
            </w:r>
            <w:r>
              <w:rPr>
                <w:rFonts w:ascii="Arial" w:hAnsi="Arial" w:cs="Arial"/>
              </w:rPr>
              <w:t>s</w:t>
            </w:r>
            <w:r w:rsidR="00CC779A" w:rsidRPr="0048128A">
              <w:rPr>
                <w:rFonts w:ascii="Arial" w:hAnsi="Arial" w:cs="Arial"/>
              </w:rPr>
              <w:t> ?</w:t>
            </w:r>
          </w:p>
        </w:tc>
      </w:tr>
      <w:tr w:rsidR="00576E89" w:rsidRPr="0048128A" w14:paraId="77DFCBFB" w14:textId="77777777" w:rsidTr="00E2119E">
        <w:tc>
          <w:tcPr>
            <w:tcW w:w="9067" w:type="dxa"/>
          </w:tcPr>
          <w:p w14:paraId="1664C58E" w14:textId="30862A1F" w:rsidR="00576E89" w:rsidRPr="0048128A" w:rsidRDefault="00576E89" w:rsidP="00CC779A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2</w:t>
            </w:r>
          </w:p>
          <w:p w14:paraId="674F1099" w14:textId="631991DE" w:rsidR="00CC779A" w:rsidRPr="0048128A" w:rsidRDefault="003C3B10" w:rsidP="00CC779A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Alice a </w:t>
            </w:r>
            <w:r w:rsidR="00170340">
              <w:rPr>
                <w:rFonts w:ascii="Arial" w:hAnsi="Arial" w:cs="Arial"/>
              </w:rPr>
              <w:t>cueilli</w:t>
            </w:r>
            <w:r>
              <w:rPr>
                <w:rFonts w:ascii="Arial" w:hAnsi="Arial" w:cs="Arial"/>
              </w:rPr>
              <w:t xml:space="preserve"> 42 </w:t>
            </w:r>
            <w:r w:rsidR="00CC779A" w:rsidRPr="0048128A">
              <w:rPr>
                <w:rFonts w:ascii="Arial" w:hAnsi="Arial" w:cs="Arial"/>
              </w:rPr>
              <w:t xml:space="preserve">pommes. Léon a </w:t>
            </w:r>
            <w:r w:rsidR="00170340">
              <w:rPr>
                <w:rFonts w:ascii="Arial" w:hAnsi="Arial" w:cs="Arial"/>
              </w:rPr>
              <w:t>cueilli</w:t>
            </w:r>
            <w:r w:rsidR="00CC779A" w:rsidRPr="0048128A">
              <w:rPr>
                <w:rFonts w:ascii="Arial" w:hAnsi="Arial" w:cs="Arial"/>
              </w:rPr>
              <w:t xml:space="preserve"> autant de pommes qu’Alice. </w:t>
            </w:r>
          </w:p>
          <w:p w14:paraId="32FB9069" w14:textId="14E672E7" w:rsidR="00576E89" w:rsidRPr="0048128A" w:rsidRDefault="00CC779A" w:rsidP="00D73A01">
            <w:pPr>
              <w:spacing w:before="120" w:after="120" w:line="240" w:lineRule="exact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 xml:space="preserve">Combien de pommes les deux enfants ont-ils </w:t>
            </w:r>
            <w:r w:rsidR="00170340">
              <w:rPr>
                <w:rFonts w:ascii="Arial" w:hAnsi="Arial" w:cs="Arial"/>
              </w:rPr>
              <w:t>cueillies</w:t>
            </w:r>
            <w:r w:rsidRPr="0048128A">
              <w:rPr>
                <w:rFonts w:ascii="Arial" w:hAnsi="Arial" w:cs="Arial"/>
              </w:rPr>
              <w:t> ?</w:t>
            </w:r>
          </w:p>
        </w:tc>
      </w:tr>
      <w:tr w:rsidR="00576E89" w:rsidRPr="0048128A" w14:paraId="7F7FC307" w14:textId="77777777" w:rsidTr="00E2119E">
        <w:tc>
          <w:tcPr>
            <w:tcW w:w="9067" w:type="dxa"/>
          </w:tcPr>
          <w:p w14:paraId="5FA15318" w14:textId="1ED63818" w:rsidR="00576E89" w:rsidRPr="0048128A" w:rsidRDefault="00576E89" w:rsidP="00CC779A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3</w:t>
            </w:r>
          </w:p>
          <w:p w14:paraId="2619561C" w14:textId="7188EC76" w:rsidR="00CC779A" w:rsidRPr="0048128A" w:rsidRDefault="00A0414D" w:rsidP="00CC779A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Léon </w:t>
            </w:r>
            <w:r w:rsidR="003C3B10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cueilli</w:t>
            </w:r>
            <w:r w:rsidR="00325596">
              <w:rPr>
                <w:rFonts w:ascii="Arial" w:hAnsi="Arial" w:cs="Arial"/>
              </w:rPr>
              <w:t xml:space="preserve"> 25</w:t>
            </w:r>
            <w:r w:rsidR="003C3B10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pommes. C’</w:t>
            </w:r>
            <w:r w:rsidR="00325596">
              <w:rPr>
                <w:rFonts w:ascii="Arial" w:hAnsi="Arial" w:cs="Arial"/>
              </w:rPr>
              <w:t>est 9</w:t>
            </w:r>
            <w:r w:rsidR="003C3B10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pommes de moins qu’Alice.</w:t>
            </w:r>
          </w:p>
          <w:p w14:paraId="4AFDA3BF" w14:textId="480C6710" w:rsidR="00576E89" w:rsidRPr="0048128A" w:rsidRDefault="00CC779A" w:rsidP="00147E28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</w:rPr>
              <w:t xml:space="preserve">Combien </w:t>
            </w:r>
            <w:r w:rsidR="00A0414D">
              <w:rPr>
                <w:rFonts w:ascii="Arial" w:hAnsi="Arial" w:cs="Arial"/>
              </w:rPr>
              <w:t xml:space="preserve">de pommes </w:t>
            </w:r>
            <w:r w:rsidR="00147E28">
              <w:rPr>
                <w:rFonts w:ascii="Arial" w:hAnsi="Arial" w:cs="Arial"/>
              </w:rPr>
              <w:t>Alice a-t-elle cueillies ?</w:t>
            </w:r>
          </w:p>
        </w:tc>
      </w:tr>
    </w:tbl>
    <w:p w14:paraId="1B771C8C" w14:textId="77777777" w:rsidR="00535694" w:rsidRPr="0048128A" w:rsidRDefault="00535694" w:rsidP="002B1AB2"/>
    <w:p w14:paraId="4E8B2A4A" w14:textId="77777777" w:rsidR="00325596" w:rsidRDefault="00325596">
      <w:pPr>
        <w:spacing w:after="0" w:line="240" w:lineRule="auto"/>
        <w:rPr>
          <w:rFonts w:ascii="Marianne Medium" w:hAnsi="Marianne Medium"/>
          <w:color w:val="F29C52"/>
          <w:sz w:val="26"/>
          <w:szCs w:val="26"/>
        </w:rPr>
      </w:pPr>
      <w:r>
        <w:br w:type="page"/>
      </w:r>
    </w:p>
    <w:p w14:paraId="371ECF0B" w14:textId="669CBAC2" w:rsidR="00DC234E" w:rsidRPr="0048128A" w:rsidRDefault="006922DA" w:rsidP="00DC234E">
      <w:pPr>
        <w:pStyle w:val="Titre2"/>
      </w:pPr>
      <w:r>
        <w:lastRenderedPageBreak/>
        <w:t>Annexe 7 : exercices pour la séance 7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76E89" w:rsidRPr="0048128A" w14:paraId="0D31C243" w14:textId="77777777" w:rsidTr="00E2119E">
        <w:tc>
          <w:tcPr>
            <w:tcW w:w="9067" w:type="dxa"/>
          </w:tcPr>
          <w:p w14:paraId="6B0E6BA3" w14:textId="282B0BE9" w:rsidR="00576E89" w:rsidRPr="00186AFD" w:rsidRDefault="00576E89" w:rsidP="002E4071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  <w:b/>
              </w:rPr>
              <w:t>Problème 1</w:t>
            </w:r>
          </w:p>
          <w:p w14:paraId="6EF0B899" w14:textId="312C9B5B" w:rsidR="00841B89" w:rsidRPr="00186AFD" w:rsidRDefault="00AB5CD9" w:rsidP="002E4071">
            <w:pPr>
              <w:spacing w:before="120" w:after="120" w:line="288" w:lineRule="auto"/>
              <w:rPr>
                <w:rFonts w:ascii="Arial" w:hAnsi="Arial" w:cs="Arial"/>
              </w:rPr>
            </w:pPr>
            <w:r w:rsidRPr="00186AFD">
              <w:rPr>
                <w:rFonts w:ascii="Arial" w:hAnsi="Arial" w:cs="Arial"/>
              </w:rPr>
              <w:t>Dans une boite rouge,</w:t>
            </w:r>
            <w:r w:rsidR="00325596" w:rsidRPr="00186AFD">
              <w:rPr>
                <w:rFonts w:ascii="Arial" w:hAnsi="Arial" w:cs="Arial"/>
              </w:rPr>
              <w:t xml:space="preserve"> il y a 92 crayons. Dans </w:t>
            </w:r>
            <w:r w:rsidRPr="00186AFD">
              <w:rPr>
                <w:rFonts w:ascii="Arial" w:hAnsi="Arial" w:cs="Arial"/>
              </w:rPr>
              <w:t xml:space="preserve">une boite bleue, </w:t>
            </w:r>
            <w:r w:rsidR="00325596" w:rsidRPr="00186AFD">
              <w:rPr>
                <w:rFonts w:ascii="Arial" w:hAnsi="Arial" w:cs="Arial"/>
              </w:rPr>
              <w:t xml:space="preserve">il y a </w:t>
            </w:r>
            <w:r w:rsidR="003C3B10" w:rsidRPr="00186AFD">
              <w:rPr>
                <w:rFonts w:ascii="Arial" w:hAnsi="Arial" w:cs="Arial"/>
              </w:rPr>
              <w:t>15 </w:t>
            </w:r>
            <w:r w:rsidRPr="00186AFD">
              <w:rPr>
                <w:rFonts w:ascii="Arial" w:hAnsi="Arial" w:cs="Arial"/>
              </w:rPr>
              <w:t>crayons de plus</w:t>
            </w:r>
            <w:r w:rsidR="00325596" w:rsidRPr="00186AFD">
              <w:rPr>
                <w:rFonts w:ascii="Arial" w:hAnsi="Arial" w:cs="Arial"/>
              </w:rPr>
              <w:t xml:space="preserve"> que dans </w:t>
            </w:r>
            <w:r w:rsidRPr="00186AFD">
              <w:rPr>
                <w:rFonts w:ascii="Arial" w:hAnsi="Arial" w:cs="Arial"/>
              </w:rPr>
              <w:t>la boite rouge.</w:t>
            </w:r>
          </w:p>
          <w:p w14:paraId="234445AD" w14:textId="118E84D2" w:rsidR="00576E89" w:rsidRPr="00186AFD" w:rsidRDefault="00841B89" w:rsidP="002E4071">
            <w:pPr>
              <w:spacing w:before="120" w:after="120" w:line="288" w:lineRule="auto"/>
              <w:rPr>
                <w:rFonts w:ascii="Arial" w:hAnsi="Arial" w:cs="Arial"/>
              </w:rPr>
            </w:pPr>
            <w:r w:rsidRPr="00186AFD">
              <w:rPr>
                <w:rFonts w:ascii="Arial" w:hAnsi="Arial" w:cs="Arial"/>
              </w:rPr>
              <w:t xml:space="preserve">Combien de crayons </w:t>
            </w:r>
            <w:r w:rsidR="00325596" w:rsidRPr="00186AFD">
              <w:rPr>
                <w:rFonts w:ascii="Arial" w:hAnsi="Arial" w:cs="Arial"/>
              </w:rPr>
              <w:t xml:space="preserve">y a-t-il </w:t>
            </w:r>
            <w:r w:rsidR="00AB5CD9" w:rsidRPr="00186AFD">
              <w:rPr>
                <w:rFonts w:ascii="Arial" w:hAnsi="Arial" w:cs="Arial"/>
              </w:rPr>
              <w:t>en tout ?</w:t>
            </w:r>
          </w:p>
        </w:tc>
      </w:tr>
      <w:tr w:rsidR="00576E89" w:rsidRPr="0048128A" w14:paraId="5F76580B" w14:textId="77777777" w:rsidTr="00E2119E">
        <w:tc>
          <w:tcPr>
            <w:tcW w:w="9067" w:type="dxa"/>
          </w:tcPr>
          <w:p w14:paraId="6485EADE" w14:textId="77777777" w:rsidR="0087696E" w:rsidRPr="00186AFD" w:rsidRDefault="00576E89" w:rsidP="002E4071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  <w:b/>
              </w:rPr>
              <w:t>Problème 2</w:t>
            </w:r>
          </w:p>
          <w:p w14:paraId="57D1D4CE" w14:textId="16024004" w:rsidR="00186AFD" w:rsidRPr="00186AFD" w:rsidRDefault="003A561B" w:rsidP="00186AFD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Dans un placard, il y a 85 romans et 77 </w:t>
            </w:r>
            <w:r w:rsidR="00186AFD" w:rsidRPr="00186AFD">
              <w:rPr>
                <w:rFonts w:ascii="Arial" w:hAnsi="Arial" w:cs="Arial"/>
              </w:rPr>
              <w:t>bandes dessinées.</w:t>
            </w:r>
          </w:p>
          <w:p w14:paraId="27D98955" w14:textId="47F3D653" w:rsidR="00186AFD" w:rsidRPr="00186AFD" w:rsidRDefault="00186AFD" w:rsidP="00186AF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</w:rPr>
              <w:t>Combien de livres y a-t-il en tout dans le placard ?</w:t>
            </w:r>
          </w:p>
        </w:tc>
      </w:tr>
      <w:tr w:rsidR="00325596" w:rsidRPr="0048128A" w14:paraId="42316C42" w14:textId="77777777" w:rsidTr="00E2119E">
        <w:tc>
          <w:tcPr>
            <w:tcW w:w="9067" w:type="dxa"/>
          </w:tcPr>
          <w:p w14:paraId="22D9FB20" w14:textId="16AE169B" w:rsidR="00325596" w:rsidRPr="00186AFD" w:rsidRDefault="00325596" w:rsidP="002E4071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  <w:b/>
              </w:rPr>
              <w:t>Problème 3</w:t>
            </w:r>
          </w:p>
          <w:p w14:paraId="1F83D18B" w14:textId="30D97C49" w:rsidR="00325596" w:rsidRPr="00186AFD" w:rsidRDefault="00F82C7B" w:rsidP="002E4071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Jules</w:t>
            </w:r>
            <w:r w:rsidR="00AB5CD9" w:rsidRPr="00186AFD">
              <w:rPr>
                <w:rFonts w:ascii="Arial" w:hAnsi="Arial" w:cs="Arial"/>
              </w:rPr>
              <w:t xml:space="preserve"> a 65 €. </w:t>
            </w:r>
            <w:r>
              <w:rPr>
                <w:rFonts w:ascii="Arial" w:hAnsi="Arial" w:cs="Arial"/>
              </w:rPr>
              <w:t xml:space="preserve">Emma </w:t>
            </w:r>
            <w:r w:rsidR="003A561B">
              <w:rPr>
                <w:rFonts w:ascii="Arial" w:hAnsi="Arial" w:cs="Arial"/>
              </w:rPr>
              <w:t>a 12 </w:t>
            </w:r>
            <w:r w:rsidR="00C5472D">
              <w:rPr>
                <w:rFonts w:ascii="Arial" w:hAnsi="Arial" w:cs="Arial"/>
              </w:rPr>
              <w:t>€ de plus que Jules.</w:t>
            </w:r>
          </w:p>
          <w:p w14:paraId="164723B4" w14:textId="1F0A8FF3" w:rsidR="00325596" w:rsidRPr="00186AFD" w:rsidRDefault="00325596" w:rsidP="002E4071">
            <w:pPr>
              <w:spacing w:before="120" w:after="120" w:line="288" w:lineRule="auto"/>
              <w:rPr>
                <w:rFonts w:ascii="Arial" w:hAnsi="Arial" w:cs="Arial"/>
              </w:rPr>
            </w:pPr>
            <w:r w:rsidRPr="00186AFD">
              <w:rPr>
                <w:rFonts w:ascii="Arial" w:hAnsi="Arial" w:cs="Arial"/>
              </w:rPr>
              <w:t>Quelle somme d’argent ont-ils en tout ?</w:t>
            </w:r>
          </w:p>
        </w:tc>
      </w:tr>
      <w:tr w:rsidR="00325596" w:rsidRPr="0048128A" w14:paraId="6086B5B8" w14:textId="77777777" w:rsidTr="00E2119E">
        <w:tc>
          <w:tcPr>
            <w:tcW w:w="9067" w:type="dxa"/>
          </w:tcPr>
          <w:p w14:paraId="73411792" w14:textId="370AFC36" w:rsidR="00325596" w:rsidRPr="00186AFD" w:rsidRDefault="00325596" w:rsidP="002E4071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  <w:b/>
              </w:rPr>
              <w:t>Problème 4</w:t>
            </w:r>
          </w:p>
          <w:p w14:paraId="23322205" w14:textId="29632EB7" w:rsidR="00325596" w:rsidRPr="00186AFD" w:rsidRDefault="00AB5CD9" w:rsidP="002E4071">
            <w:pPr>
              <w:spacing w:before="120" w:after="120" w:line="288" w:lineRule="auto"/>
              <w:rPr>
                <w:rFonts w:ascii="Arial" w:hAnsi="Arial" w:cs="Arial"/>
              </w:rPr>
            </w:pPr>
            <w:r w:rsidRPr="00186AFD">
              <w:rPr>
                <w:rFonts w:ascii="Arial" w:hAnsi="Arial" w:cs="Arial"/>
              </w:rPr>
              <w:t>Noah</w:t>
            </w:r>
            <w:r w:rsidR="00325596" w:rsidRPr="00186AFD">
              <w:rPr>
                <w:rFonts w:ascii="Arial" w:hAnsi="Arial" w:cs="Arial"/>
              </w:rPr>
              <w:t xml:space="preserve"> a 65 €. </w:t>
            </w:r>
            <w:r w:rsidR="003A561B">
              <w:rPr>
                <w:rFonts w:ascii="Arial" w:hAnsi="Arial" w:cs="Arial"/>
              </w:rPr>
              <w:t>Romy a 48 </w:t>
            </w:r>
            <w:r w:rsidRPr="00186AFD">
              <w:rPr>
                <w:rFonts w:ascii="Arial" w:hAnsi="Arial" w:cs="Arial"/>
              </w:rPr>
              <w:t>€.</w:t>
            </w:r>
          </w:p>
          <w:p w14:paraId="5CC72FEE" w14:textId="574B5599" w:rsidR="00325596" w:rsidRPr="00186AFD" w:rsidRDefault="00325596" w:rsidP="002E4071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</w:rPr>
              <w:t xml:space="preserve">Quelle somme d’argent </w:t>
            </w:r>
            <w:r w:rsidR="00AB5CD9" w:rsidRPr="00186AFD">
              <w:rPr>
                <w:rFonts w:ascii="Arial" w:hAnsi="Arial" w:cs="Arial"/>
              </w:rPr>
              <w:t>ont-ils en tout ?</w:t>
            </w:r>
          </w:p>
        </w:tc>
      </w:tr>
      <w:tr w:rsidR="00325596" w:rsidRPr="0048128A" w14:paraId="6A808A6D" w14:textId="77777777" w:rsidTr="00E2119E">
        <w:tc>
          <w:tcPr>
            <w:tcW w:w="9067" w:type="dxa"/>
          </w:tcPr>
          <w:p w14:paraId="40439BBC" w14:textId="2295B136" w:rsidR="00325596" w:rsidRPr="00186AFD" w:rsidRDefault="00325596" w:rsidP="002E4071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  <w:b/>
              </w:rPr>
              <w:t>Problème 5</w:t>
            </w:r>
          </w:p>
          <w:p w14:paraId="7CBA4C71" w14:textId="460CB09E" w:rsidR="00325596" w:rsidRPr="00186AFD" w:rsidRDefault="00AB5CD9" w:rsidP="002E4071">
            <w:pPr>
              <w:spacing w:before="120" w:after="120" w:line="288" w:lineRule="auto"/>
              <w:rPr>
                <w:rFonts w:ascii="Arial" w:hAnsi="Arial" w:cs="Arial"/>
              </w:rPr>
            </w:pPr>
            <w:r w:rsidRPr="00186AFD">
              <w:rPr>
                <w:rFonts w:ascii="Arial" w:hAnsi="Arial" w:cs="Arial"/>
              </w:rPr>
              <w:t>Alma</w:t>
            </w:r>
            <w:r w:rsidR="00325596" w:rsidRPr="00186AFD">
              <w:rPr>
                <w:rFonts w:ascii="Arial" w:hAnsi="Arial" w:cs="Arial"/>
              </w:rPr>
              <w:t xml:space="preserve"> a 30,50 </w:t>
            </w:r>
            <w:r w:rsidRPr="00186AFD">
              <w:rPr>
                <w:rFonts w:ascii="Arial" w:hAnsi="Arial" w:cs="Arial"/>
              </w:rPr>
              <w:t>€. Adam a autant d’argent qu’Alma</w:t>
            </w:r>
            <w:r w:rsidR="00325596" w:rsidRPr="00186AFD">
              <w:rPr>
                <w:rFonts w:ascii="Arial" w:hAnsi="Arial" w:cs="Arial"/>
              </w:rPr>
              <w:t>.</w:t>
            </w:r>
          </w:p>
          <w:p w14:paraId="445420F1" w14:textId="63209AB6" w:rsidR="00325596" w:rsidRPr="00186AFD" w:rsidRDefault="00325596" w:rsidP="002E4071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</w:rPr>
              <w:t>Quelle somme d’argent ont-ils en tout ?</w:t>
            </w:r>
          </w:p>
        </w:tc>
      </w:tr>
      <w:tr w:rsidR="00325596" w:rsidRPr="0048128A" w14:paraId="11D9E2D3" w14:textId="77777777" w:rsidTr="00E2119E">
        <w:tc>
          <w:tcPr>
            <w:tcW w:w="9067" w:type="dxa"/>
          </w:tcPr>
          <w:p w14:paraId="382044C8" w14:textId="6FE08146" w:rsidR="00325596" w:rsidRPr="00186AFD" w:rsidRDefault="00325596" w:rsidP="002E4071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186AFD">
              <w:rPr>
                <w:rFonts w:ascii="Arial" w:hAnsi="Arial" w:cs="Arial"/>
                <w:b/>
              </w:rPr>
              <w:t>Problème 6</w:t>
            </w:r>
          </w:p>
          <w:p w14:paraId="12CC5F81" w14:textId="2BB78D1B" w:rsidR="00AB5CD9" w:rsidRPr="00186AFD" w:rsidRDefault="003B22C2" w:rsidP="002E4071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Louise a 42 €. Arthur a 15 </w:t>
            </w:r>
            <w:r w:rsidR="00AB5CD9" w:rsidRPr="00186AFD">
              <w:rPr>
                <w:rFonts w:ascii="Arial" w:hAnsi="Arial" w:cs="Arial"/>
              </w:rPr>
              <w:t xml:space="preserve">€ de moins que Louise. </w:t>
            </w:r>
            <w:r w:rsidR="00F82C7B">
              <w:rPr>
                <w:rFonts w:ascii="Arial" w:hAnsi="Arial" w:cs="Arial"/>
              </w:rPr>
              <w:t>Aminata</w:t>
            </w:r>
            <w:r>
              <w:rPr>
                <w:rFonts w:ascii="Arial" w:hAnsi="Arial" w:cs="Arial"/>
              </w:rPr>
              <w:t xml:space="preserve"> a 8 </w:t>
            </w:r>
            <w:r w:rsidR="00AB5CD9" w:rsidRPr="00186AFD">
              <w:rPr>
                <w:rFonts w:ascii="Arial" w:hAnsi="Arial" w:cs="Arial"/>
              </w:rPr>
              <w:t>€ de plus que Louise.</w:t>
            </w:r>
          </w:p>
          <w:p w14:paraId="7B33EB61" w14:textId="0627911A" w:rsidR="00325596" w:rsidRPr="00186AFD" w:rsidRDefault="00AB5CD9" w:rsidP="002E4071">
            <w:pPr>
              <w:spacing w:before="120" w:after="120" w:line="288" w:lineRule="auto"/>
              <w:rPr>
                <w:rFonts w:ascii="Arial" w:hAnsi="Arial" w:cs="Arial"/>
              </w:rPr>
            </w:pPr>
            <w:r w:rsidRPr="00186AFD">
              <w:rPr>
                <w:rFonts w:ascii="Arial" w:hAnsi="Arial" w:cs="Arial"/>
              </w:rPr>
              <w:t>Quelle somme d’argent les trois amis ont-ils en tout ?</w:t>
            </w:r>
          </w:p>
        </w:tc>
      </w:tr>
    </w:tbl>
    <w:p w14:paraId="60B87D11" w14:textId="38C76188" w:rsidR="002E4071" w:rsidRDefault="002E4071">
      <w:pPr>
        <w:spacing w:after="0" w:line="240" w:lineRule="auto"/>
        <w:rPr>
          <w:rFonts w:ascii="Marianne Medium" w:hAnsi="Marianne Medium"/>
          <w:color w:val="F29C52"/>
          <w:sz w:val="26"/>
          <w:szCs w:val="26"/>
        </w:rPr>
      </w:pPr>
    </w:p>
    <w:p w14:paraId="25D0413C" w14:textId="77777777" w:rsidR="00C5223C" w:rsidRDefault="00C5223C">
      <w:pPr>
        <w:spacing w:after="0" w:line="240" w:lineRule="auto"/>
        <w:rPr>
          <w:rFonts w:ascii="Marianne Medium" w:hAnsi="Marianne Medium"/>
          <w:color w:val="F29C52"/>
          <w:sz w:val="26"/>
          <w:szCs w:val="26"/>
        </w:rPr>
      </w:pPr>
      <w:r>
        <w:br w:type="page"/>
      </w:r>
    </w:p>
    <w:p w14:paraId="20A2DCF4" w14:textId="42468104" w:rsidR="00325596" w:rsidRPr="0048128A" w:rsidRDefault="00FA7A4C" w:rsidP="00325596">
      <w:pPr>
        <w:pStyle w:val="Titre2"/>
      </w:pPr>
      <w:r>
        <w:lastRenderedPageBreak/>
        <w:t>Annexe 8</w:t>
      </w:r>
      <w:r w:rsidR="000D38E8">
        <w:t> : exercices pour la séance 8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25596" w:rsidRPr="0048128A" w14:paraId="7721284D" w14:textId="77777777" w:rsidTr="00C54672">
        <w:tc>
          <w:tcPr>
            <w:tcW w:w="9067" w:type="dxa"/>
          </w:tcPr>
          <w:p w14:paraId="23034613" w14:textId="7161CE6B" w:rsidR="00325596" w:rsidRDefault="00325596" w:rsidP="00C54672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1</w:t>
            </w:r>
          </w:p>
          <w:p w14:paraId="5038E54B" w14:textId="4118D566" w:rsidR="00FA7A4C" w:rsidRPr="00FA7A4C" w:rsidRDefault="00FA7A4C" w:rsidP="00C54672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 met bout à bout une</w:t>
            </w:r>
            <w:r w:rsidR="00F82C7B">
              <w:rPr>
                <w:rFonts w:ascii="Arial" w:hAnsi="Arial" w:cs="Arial"/>
              </w:rPr>
              <w:t xml:space="preserve"> bande</w:t>
            </w:r>
            <w:r>
              <w:rPr>
                <w:rFonts w:ascii="Arial" w:hAnsi="Arial" w:cs="Arial"/>
              </w:rPr>
              <w:t xml:space="preserve"> jaune et une </w:t>
            </w:r>
            <w:r w:rsidR="00F82C7B">
              <w:rPr>
                <w:rFonts w:ascii="Arial" w:hAnsi="Arial" w:cs="Arial"/>
              </w:rPr>
              <w:t xml:space="preserve">bande </w:t>
            </w:r>
            <w:r>
              <w:rPr>
                <w:rFonts w:ascii="Arial" w:hAnsi="Arial" w:cs="Arial"/>
              </w:rPr>
              <w:t>bleue. Quelle longueur obtient-on ?</w:t>
            </w:r>
          </w:p>
          <w:p w14:paraId="4FA3FAAD" w14:textId="392ACA29" w:rsidR="00325596" w:rsidRPr="0048128A" w:rsidRDefault="00FA7A4C" w:rsidP="00C54672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longueur de la bande jaune est égale à 42</w:t>
            </w:r>
            <w:r w:rsidR="00325596">
              <w:rPr>
                <w:rFonts w:ascii="Arial" w:hAnsi="Arial" w:cs="Arial"/>
              </w:rPr>
              <w:t> </w:t>
            </w:r>
            <w:r w:rsidR="00325596" w:rsidRPr="0048128A">
              <w:rPr>
                <w:rFonts w:ascii="Arial" w:hAnsi="Arial" w:cs="Arial"/>
              </w:rPr>
              <w:t xml:space="preserve">cm. </w:t>
            </w:r>
          </w:p>
          <w:p w14:paraId="59E66798" w14:textId="41D475B5" w:rsidR="00325596" w:rsidRPr="0048128A" w:rsidRDefault="00FA7A4C" w:rsidP="00C54672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longueur d</w:t>
            </w:r>
            <w:r w:rsidR="003B22C2">
              <w:rPr>
                <w:rFonts w:ascii="Arial" w:hAnsi="Arial" w:cs="Arial"/>
              </w:rPr>
              <w:t>e la bande bleue est égale à 19 </w:t>
            </w:r>
            <w:r>
              <w:rPr>
                <w:rFonts w:ascii="Arial" w:hAnsi="Arial" w:cs="Arial"/>
              </w:rPr>
              <w:t>cm.</w:t>
            </w:r>
            <w:r w:rsidR="00B349F0">
              <w:rPr>
                <w:rFonts w:ascii="Arial" w:hAnsi="Arial" w:cs="Arial"/>
              </w:rPr>
              <w:t xml:space="preserve"> </w:t>
            </w:r>
          </w:p>
        </w:tc>
      </w:tr>
      <w:tr w:rsidR="00325596" w:rsidRPr="0048128A" w14:paraId="0EEBBAA4" w14:textId="77777777" w:rsidTr="00C54672">
        <w:tc>
          <w:tcPr>
            <w:tcW w:w="9067" w:type="dxa"/>
          </w:tcPr>
          <w:p w14:paraId="4E141C5D" w14:textId="440264E1" w:rsidR="00325596" w:rsidRDefault="00325596" w:rsidP="00C54672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2</w:t>
            </w:r>
          </w:p>
          <w:p w14:paraId="2C255AF9" w14:textId="07DA8065" w:rsidR="00FA7A4C" w:rsidRPr="00FA7A4C" w:rsidRDefault="00FA7A4C" w:rsidP="00FA7A4C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On met bout à bout </w:t>
            </w:r>
            <w:r w:rsidR="00F82C7B">
              <w:rPr>
                <w:rFonts w:ascii="Arial" w:hAnsi="Arial" w:cs="Arial"/>
              </w:rPr>
              <w:t xml:space="preserve">une bande </w:t>
            </w:r>
            <w:r w:rsidR="000D38E8">
              <w:rPr>
                <w:rFonts w:ascii="Arial" w:hAnsi="Arial" w:cs="Arial"/>
              </w:rPr>
              <w:t>jaune</w:t>
            </w:r>
            <w:r>
              <w:rPr>
                <w:rFonts w:ascii="Arial" w:hAnsi="Arial" w:cs="Arial"/>
              </w:rPr>
              <w:t xml:space="preserve"> et une </w:t>
            </w:r>
            <w:r w:rsidR="00F82C7B">
              <w:rPr>
                <w:rFonts w:ascii="Arial" w:hAnsi="Arial" w:cs="Arial"/>
              </w:rPr>
              <w:t xml:space="preserve">bande </w:t>
            </w:r>
            <w:r w:rsidR="000D38E8">
              <w:rPr>
                <w:rFonts w:ascii="Arial" w:hAnsi="Arial" w:cs="Arial"/>
              </w:rPr>
              <w:t>verte</w:t>
            </w:r>
            <w:r>
              <w:rPr>
                <w:rFonts w:ascii="Arial" w:hAnsi="Arial" w:cs="Arial"/>
              </w:rPr>
              <w:t>. Quelle longueur obtient-on ?</w:t>
            </w:r>
          </w:p>
          <w:p w14:paraId="19C42115" w14:textId="119E7764" w:rsidR="000D38E8" w:rsidRDefault="000D38E8" w:rsidP="000D38E8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longueur de la bande jaune est égale à </w:t>
            </w:r>
            <w:r w:rsidR="00C57145">
              <w:rPr>
                <w:rFonts w:ascii="Arial" w:hAnsi="Arial" w:cs="Arial"/>
              </w:rPr>
              <w:t>43</w:t>
            </w:r>
            <w:r>
              <w:rPr>
                <w:rFonts w:ascii="Arial" w:hAnsi="Arial" w:cs="Arial"/>
              </w:rPr>
              <w:t> </w:t>
            </w:r>
            <w:r w:rsidRPr="0048128A">
              <w:rPr>
                <w:rFonts w:ascii="Arial" w:hAnsi="Arial" w:cs="Arial"/>
              </w:rPr>
              <w:t xml:space="preserve">cm. </w:t>
            </w:r>
          </w:p>
          <w:p w14:paraId="50ACC418" w14:textId="01E48F90" w:rsidR="00B349F0" w:rsidRPr="0048128A" w:rsidRDefault="00B349F0" w:rsidP="00F82C7B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bande verte </w:t>
            </w:r>
            <w:r w:rsidR="003B22C2">
              <w:rPr>
                <w:rFonts w:ascii="Arial" w:hAnsi="Arial" w:cs="Arial"/>
              </w:rPr>
              <w:t>mesure 13 </w:t>
            </w:r>
            <w:r w:rsidR="00C57145">
              <w:rPr>
                <w:rFonts w:ascii="Arial" w:hAnsi="Arial" w:cs="Arial"/>
              </w:rPr>
              <w:t>cm de moins</w:t>
            </w:r>
            <w:r w:rsidR="00F82C7B">
              <w:rPr>
                <w:rFonts w:ascii="Arial" w:hAnsi="Arial" w:cs="Arial"/>
              </w:rPr>
              <w:t xml:space="preserve"> que la bande jaune.</w:t>
            </w:r>
          </w:p>
        </w:tc>
      </w:tr>
      <w:tr w:rsidR="00325596" w:rsidRPr="0048128A" w14:paraId="0B163652" w14:textId="77777777" w:rsidTr="00C54672">
        <w:tc>
          <w:tcPr>
            <w:tcW w:w="9067" w:type="dxa"/>
          </w:tcPr>
          <w:p w14:paraId="0463EAF7" w14:textId="7427D5E3" w:rsidR="00325596" w:rsidRDefault="00325596" w:rsidP="00C54672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3</w:t>
            </w:r>
          </w:p>
          <w:p w14:paraId="37456957" w14:textId="4CCCBF93" w:rsidR="00B349F0" w:rsidRPr="0048128A" w:rsidRDefault="00B349F0" w:rsidP="00C54672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On met bout à bout une </w:t>
            </w:r>
            <w:r w:rsidR="00F82C7B">
              <w:rPr>
                <w:rFonts w:ascii="Arial" w:hAnsi="Arial" w:cs="Arial"/>
              </w:rPr>
              <w:t xml:space="preserve">bande </w:t>
            </w:r>
            <w:r>
              <w:rPr>
                <w:rFonts w:ascii="Arial" w:hAnsi="Arial" w:cs="Arial"/>
              </w:rPr>
              <w:t xml:space="preserve">rouge et une </w:t>
            </w:r>
            <w:r w:rsidR="00F82C7B">
              <w:rPr>
                <w:rFonts w:ascii="Arial" w:hAnsi="Arial" w:cs="Arial"/>
              </w:rPr>
              <w:t xml:space="preserve">bande </w:t>
            </w:r>
            <w:r>
              <w:rPr>
                <w:rFonts w:ascii="Arial" w:hAnsi="Arial" w:cs="Arial"/>
              </w:rPr>
              <w:t>blanche. Quelle longueur obtient-on ?</w:t>
            </w:r>
          </w:p>
          <w:p w14:paraId="0839C0DA" w14:textId="55CB3431" w:rsidR="00325596" w:rsidRPr="0048128A" w:rsidRDefault="00325596" w:rsidP="00C54672">
            <w:pPr>
              <w:spacing w:before="120" w:after="120" w:line="240" w:lineRule="exact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La lo</w:t>
            </w:r>
            <w:r w:rsidR="00B349F0">
              <w:rPr>
                <w:rFonts w:ascii="Arial" w:hAnsi="Arial" w:cs="Arial"/>
              </w:rPr>
              <w:t>ngueur de la</w:t>
            </w:r>
            <w:r>
              <w:rPr>
                <w:rFonts w:ascii="Arial" w:hAnsi="Arial" w:cs="Arial"/>
              </w:rPr>
              <w:t xml:space="preserve"> bande rouge est </w:t>
            </w:r>
            <w:r w:rsidR="00B349F0">
              <w:rPr>
                <w:rFonts w:ascii="Arial" w:hAnsi="Arial" w:cs="Arial"/>
              </w:rPr>
              <w:t>égale à 2</w:t>
            </w:r>
            <w:r>
              <w:rPr>
                <w:rFonts w:ascii="Arial" w:hAnsi="Arial" w:cs="Arial"/>
              </w:rPr>
              <w:t>7 </w:t>
            </w:r>
            <w:r w:rsidRPr="0048128A">
              <w:rPr>
                <w:rFonts w:ascii="Arial" w:hAnsi="Arial" w:cs="Arial"/>
              </w:rPr>
              <w:t xml:space="preserve">cm. </w:t>
            </w:r>
          </w:p>
          <w:p w14:paraId="107C4957" w14:textId="6F0D4823" w:rsidR="00325596" w:rsidRPr="0048128A" w:rsidRDefault="00F82C7B" w:rsidP="00F82C7B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bande blanche </w:t>
            </w:r>
            <w:r w:rsidR="003B22C2">
              <w:rPr>
                <w:rFonts w:ascii="Arial" w:hAnsi="Arial" w:cs="Arial"/>
              </w:rPr>
              <w:t>mesure 13 </w:t>
            </w:r>
            <w:r w:rsidR="00C57145">
              <w:rPr>
                <w:rFonts w:ascii="Arial" w:hAnsi="Arial" w:cs="Arial"/>
              </w:rPr>
              <w:t xml:space="preserve">cm de </w:t>
            </w:r>
            <w:r>
              <w:rPr>
                <w:rFonts w:ascii="Arial" w:hAnsi="Arial" w:cs="Arial"/>
              </w:rPr>
              <w:t>plus que la bande rouge.</w:t>
            </w:r>
          </w:p>
        </w:tc>
      </w:tr>
    </w:tbl>
    <w:p w14:paraId="5F8DEBBF" w14:textId="4336CB75" w:rsidR="002B1AB2" w:rsidRDefault="002B1AB2" w:rsidP="002B1AB2">
      <w:pPr>
        <w:pStyle w:val="Titre2"/>
      </w:pPr>
      <w:r w:rsidRPr="0048128A">
        <w:t>Annex</w:t>
      </w:r>
      <w:r w:rsidR="002E4071">
        <w:t>e 9 : exercices pour la séance 9</w:t>
      </w:r>
      <w:r w:rsidRPr="0048128A">
        <w:t xml:space="preserve">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E4071" w:rsidRPr="0048128A" w14:paraId="38FAD5BE" w14:textId="77777777" w:rsidTr="00C54672">
        <w:tc>
          <w:tcPr>
            <w:tcW w:w="9067" w:type="dxa"/>
          </w:tcPr>
          <w:p w14:paraId="24503BBA" w14:textId="7F394B13" w:rsidR="002E4071" w:rsidRPr="0048128A" w:rsidRDefault="002E4071" w:rsidP="00C54672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1</w:t>
            </w:r>
          </w:p>
          <w:p w14:paraId="3510257D" w14:textId="77777777" w:rsidR="002E4071" w:rsidRPr="0048128A" w:rsidRDefault="002E4071" w:rsidP="00C54672">
            <w:pPr>
              <w:spacing w:before="120" w:after="120" w:line="240" w:lineRule="exact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 xml:space="preserve">La </w:t>
            </w:r>
            <w:r>
              <w:rPr>
                <w:rFonts w:ascii="Arial" w:hAnsi="Arial" w:cs="Arial"/>
              </w:rPr>
              <w:t>séance de mathématiques dure 35 </w:t>
            </w:r>
            <w:r w:rsidRPr="0048128A">
              <w:rPr>
                <w:rFonts w:ascii="Arial" w:hAnsi="Arial" w:cs="Arial"/>
              </w:rPr>
              <w:t xml:space="preserve">minutes. </w:t>
            </w:r>
          </w:p>
          <w:p w14:paraId="477AFADC" w14:textId="77777777" w:rsidR="002E4071" w:rsidRPr="0048128A" w:rsidRDefault="002E4071" w:rsidP="00C54672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séance de français dure 5 </w:t>
            </w:r>
            <w:r w:rsidRPr="0048128A">
              <w:rPr>
                <w:rFonts w:ascii="Arial" w:hAnsi="Arial" w:cs="Arial"/>
              </w:rPr>
              <w:t>minutes de plus</w:t>
            </w:r>
            <w:r>
              <w:rPr>
                <w:rFonts w:ascii="Arial" w:hAnsi="Arial" w:cs="Arial"/>
              </w:rPr>
              <w:t xml:space="preserve"> que la séance de mathématiques</w:t>
            </w:r>
            <w:r w:rsidRPr="0048128A">
              <w:rPr>
                <w:rFonts w:ascii="Arial" w:hAnsi="Arial" w:cs="Arial"/>
              </w:rPr>
              <w:t xml:space="preserve">. </w:t>
            </w:r>
          </w:p>
          <w:p w14:paraId="53F6AA94" w14:textId="02161E0F" w:rsidR="002E4071" w:rsidRPr="0048128A" w:rsidRDefault="002E4071" w:rsidP="00C54672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</w:rPr>
              <w:t>Combien de</w:t>
            </w:r>
            <w:r w:rsidR="00616277">
              <w:rPr>
                <w:rFonts w:ascii="Arial" w:hAnsi="Arial" w:cs="Arial"/>
              </w:rPr>
              <w:t xml:space="preserve"> temps durent </w:t>
            </w:r>
            <w:r>
              <w:rPr>
                <w:rFonts w:ascii="Arial" w:hAnsi="Arial" w:cs="Arial"/>
              </w:rPr>
              <w:t>les deux séances ?</w:t>
            </w:r>
          </w:p>
        </w:tc>
      </w:tr>
      <w:tr w:rsidR="002E4071" w:rsidRPr="0048128A" w14:paraId="6FE29384" w14:textId="77777777" w:rsidTr="00C54672">
        <w:tc>
          <w:tcPr>
            <w:tcW w:w="9067" w:type="dxa"/>
          </w:tcPr>
          <w:p w14:paraId="65745C33" w14:textId="0798A095" w:rsidR="002E4071" w:rsidRPr="0048128A" w:rsidRDefault="002E4071" w:rsidP="002E4071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2</w:t>
            </w:r>
          </w:p>
          <w:p w14:paraId="3C020B8F" w14:textId="77B0730C" w:rsidR="002E4071" w:rsidRPr="0048128A" w:rsidRDefault="002E4071" w:rsidP="002E4071">
            <w:pPr>
              <w:spacing w:before="120" w:after="120" w:line="240" w:lineRule="exact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 xml:space="preserve">La </w:t>
            </w:r>
            <w:r w:rsidR="003B22C2">
              <w:rPr>
                <w:rFonts w:ascii="Arial" w:hAnsi="Arial" w:cs="Arial"/>
              </w:rPr>
              <w:t>séance de musique dure 40 </w:t>
            </w:r>
            <w:r w:rsidRPr="0048128A">
              <w:rPr>
                <w:rFonts w:ascii="Arial" w:hAnsi="Arial" w:cs="Arial"/>
              </w:rPr>
              <w:t xml:space="preserve">minutes. </w:t>
            </w:r>
          </w:p>
          <w:p w14:paraId="35825088" w14:textId="0591C059" w:rsidR="002E4071" w:rsidRDefault="003B22C2" w:rsidP="002E4071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séance d’anglais dure 25 </w:t>
            </w:r>
            <w:r w:rsidR="002E4071">
              <w:rPr>
                <w:rFonts w:ascii="Arial" w:hAnsi="Arial" w:cs="Arial"/>
              </w:rPr>
              <w:t>minutes.</w:t>
            </w:r>
          </w:p>
          <w:p w14:paraId="3FD8813B" w14:textId="551969D1" w:rsidR="002E4071" w:rsidRDefault="002E4071" w:rsidP="002E4071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</w:rPr>
              <w:t>Combien de</w:t>
            </w:r>
            <w:r w:rsidR="00616277">
              <w:rPr>
                <w:rFonts w:ascii="Arial" w:hAnsi="Arial" w:cs="Arial"/>
              </w:rPr>
              <w:t xml:space="preserve"> temps durent </w:t>
            </w:r>
            <w:r>
              <w:rPr>
                <w:rFonts w:ascii="Arial" w:hAnsi="Arial" w:cs="Arial"/>
              </w:rPr>
              <w:t>les deux séances ?</w:t>
            </w:r>
          </w:p>
        </w:tc>
      </w:tr>
      <w:tr w:rsidR="002E4071" w:rsidRPr="0048128A" w14:paraId="724A5625" w14:textId="77777777" w:rsidTr="00C54672">
        <w:tc>
          <w:tcPr>
            <w:tcW w:w="9067" w:type="dxa"/>
          </w:tcPr>
          <w:p w14:paraId="4CA6FF3E" w14:textId="0C7A98C5" w:rsidR="002E4071" w:rsidRPr="0048128A" w:rsidRDefault="002E4071" w:rsidP="002E4071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3</w:t>
            </w:r>
          </w:p>
          <w:p w14:paraId="3D9AD05B" w14:textId="72FEF405" w:rsidR="002E4071" w:rsidRPr="0048128A" w:rsidRDefault="002E4071" w:rsidP="002E4071">
            <w:pPr>
              <w:spacing w:before="120" w:after="120" w:line="240" w:lineRule="exact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 xml:space="preserve">La </w:t>
            </w:r>
            <w:r w:rsidR="003B22C2">
              <w:rPr>
                <w:rFonts w:ascii="Arial" w:hAnsi="Arial" w:cs="Arial"/>
              </w:rPr>
              <w:t>séance d’EMC dure 35 </w:t>
            </w:r>
            <w:r w:rsidRPr="0048128A">
              <w:rPr>
                <w:rFonts w:ascii="Arial" w:hAnsi="Arial" w:cs="Arial"/>
              </w:rPr>
              <w:t xml:space="preserve">minutes. </w:t>
            </w:r>
          </w:p>
          <w:p w14:paraId="7737FCEF" w14:textId="07E113DE" w:rsidR="002E4071" w:rsidRDefault="002E4071" w:rsidP="002E4071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séance de calcul </w:t>
            </w:r>
            <w:r w:rsidR="003B22C2">
              <w:rPr>
                <w:rFonts w:ascii="Arial" w:hAnsi="Arial" w:cs="Arial"/>
              </w:rPr>
              <w:t>mental dure 20 </w:t>
            </w:r>
            <w:r w:rsidR="00616277">
              <w:rPr>
                <w:rFonts w:ascii="Arial" w:hAnsi="Arial" w:cs="Arial"/>
              </w:rPr>
              <w:t>minutes de moins que la séance d’EMC.</w:t>
            </w:r>
          </w:p>
          <w:p w14:paraId="1504C01A" w14:textId="20E661CB" w:rsidR="002E4071" w:rsidRDefault="002E4071" w:rsidP="002E4071">
            <w:pPr>
              <w:spacing w:before="120" w:after="120" w:line="240" w:lineRule="exact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</w:rPr>
              <w:t>Combien de</w:t>
            </w:r>
            <w:r w:rsidR="00616277">
              <w:rPr>
                <w:rFonts w:ascii="Arial" w:hAnsi="Arial" w:cs="Arial"/>
              </w:rPr>
              <w:t xml:space="preserve"> temps durent</w:t>
            </w:r>
            <w:r>
              <w:rPr>
                <w:rFonts w:ascii="Arial" w:hAnsi="Arial" w:cs="Arial"/>
              </w:rPr>
              <w:t xml:space="preserve"> les deux séances ?</w:t>
            </w:r>
          </w:p>
        </w:tc>
      </w:tr>
    </w:tbl>
    <w:p w14:paraId="28282EC2" w14:textId="77777777" w:rsidR="002E4071" w:rsidRPr="002E4071" w:rsidRDefault="002E4071" w:rsidP="002E4071"/>
    <w:p w14:paraId="76A1ED62" w14:textId="77777777" w:rsidR="002E4071" w:rsidRDefault="002E4071">
      <w:pPr>
        <w:spacing w:after="0" w:line="240" w:lineRule="auto"/>
        <w:rPr>
          <w:rFonts w:ascii="Marianne Medium" w:hAnsi="Marianne Medium"/>
          <w:color w:val="F29C52"/>
          <w:sz w:val="26"/>
          <w:szCs w:val="26"/>
        </w:rPr>
      </w:pPr>
      <w:r>
        <w:br w:type="page"/>
      </w:r>
    </w:p>
    <w:p w14:paraId="5073F2E6" w14:textId="4954E117" w:rsidR="002B1AB2" w:rsidRDefault="0027267D" w:rsidP="002B1AB2">
      <w:pPr>
        <w:pStyle w:val="Titre2"/>
      </w:pPr>
      <w:r>
        <w:lastRenderedPageBreak/>
        <w:t>Annexe 10 : exercices pour la séance 10</w:t>
      </w:r>
      <w:r w:rsidR="002B1AB2" w:rsidRPr="0048128A">
        <w:t xml:space="preserve">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76E89" w:rsidRPr="0048128A" w14:paraId="550076FC" w14:textId="77777777" w:rsidTr="00E2119E">
        <w:tc>
          <w:tcPr>
            <w:tcW w:w="9067" w:type="dxa"/>
          </w:tcPr>
          <w:p w14:paraId="75244D4E" w14:textId="205D2A9C" w:rsidR="00576E89" w:rsidRDefault="00576E89" w:rsidP="005E6AF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1</w:t>
            </w:r>
          </w:p>
          <w:p w14:paraId="5E2A697A" w14:textId="76AAE656" w:rsidR="00D15F88" w:rsidRDefault="00D15F88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Lundi, il y a eu </w:t>
            </w:r>
            <w:r w:rsidR="00C54672">
              <w:rPr>
                <w:rFonts w:ascii="Arial" w:hAnsi="Arial" w:cs="Arial"/>
              </w:rPr>
              <w:t>197</w:t>
            </w:r>
            <w:r w:rsidR="003B22C2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visiteurs à </w:t>
            </w:r>
            <w:r w:rsidR="00616277">
              <w:rPr>
                <w:rFonts w:ascii="Arial" w:hAnsi="Arial" w:cs="Arial"/>
              </w:rPr>
              <w:t>l’exposition sur les dinosaures.</w:t>
            </w:r>
          </w:p>
          <w:p w14:paraId="1C1D595F" w14:textId="1196E2CA" w:rsidR="00D15F88" w:rsidRDefault="00C54672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Mardi, il y a eu 2</w:t>
            </w:r>
            <w:r w:rsidR="003B22C2">
              <w:rPr>
                <w:rFonts w:ascii="Arial" w:hAnsi="Arial" w:cs="Arial"/>
              </w:rPr>
              <w:t>5 </w:t>
            </w:r>
            <w:r w:rsidR="00D15F88">
              <w:rPr>
                <w:rFonts w:ascii="Arial" w:hAnsi="Arial" w:cs="Arial"/>
              </w:rPr>
              <w:t>visiteurs de moins que lundi.</w:t>
            </w:r>
          </w:p>
          <w:p w14:paraId="0CB69F0D" w14:textId="0A8B2CCE" w:rsidR="00576E89" w:rsidRPr="00D15F88" w:rsidRDefault="00D15F88" w:rsidP="005E6AF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Combien </w:t>
            </w:r>
            <w:r w:rsidR="00C54672">
              <w:rPr>
                <w:rFonts w:ascii="Arial" w:hAnsi="Arial" w:cs="Arial"/>
              </w:rPr>
              <w:t>de visiteurs y a-t-il eu pendant ces deux jours ?</w:t>
            </w:r>
          </w:p>
        </w:tc>
      </w:tr>
      <w:tr w:rsidR="00576E89" w:rsidRPr="0048128A" w14:paraId="4941C6E8" w14:textId="77777777" w:rsidTr="00E2119E">
        <w:tc>
          <w:tcPr>
            <w:tcW w:w="9067" w:type="dxa"/>
          </w:tcPr>
          <w:p w14:paraId="434889E2" w14:textId="77777777" w:rsidR="00576E89" w:rsidRDefault="00D15F88" w:rsidP="005E6AF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2</w:t>
            </w:r>
          </w:p>
          <w:p w14:paraId="33B9E1CC" w14:textId="709942F3" w:rsidR="00D15F88" w:rsidRDefault="003B22C2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Samedi, il y a eu 166 </w:t>
            </w:r>
            <w:r w:rsidR="00EC682A">
              <w:rPr>
                <w:rFonts w:ascii="Arial" w:hAnsi="Arial" w:cs="Arial"/>
              </w:rPr>
              <w:t>visiteurs.</w:t>
            </w:r>
          </w:p>
          <w:p w14:paraId="773D98A5" w14:textId="00354BDC" w:rsidR="00D15F88" w:rsidRDefault="00C54672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Dimanche, il y a eu 27</w:t>
            </w:r>
            <w:r w:rsidR="003B22C2">
              <w:rPr>
                <w:rFonts w:ascii="Arial" w:hAnsi="Arial" w:cs="Arial"/>
              </w:rPr>
              <w:t> </w:t>
            </w:r>
            <w:r w:rsidR="00D15F88">
              <w:rPr>
                <w:rFonts w:ascii="Arial" w:hAnsi="Arial" w:cs="Arial"/>
              </w:rPr>
              <w:t>visiteurs de plus que samedi.</w:t>
            </w:r>
          </w:p>
          <w:p w14:paraId="1F7AE8CD" w14:textId="26626202" w:rsidR="00D15F88" w:rsidRPr="00D15F88" w:rsidRDefault="00D15F88" w:rsidP="00C5467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Combien de visiteurs y a-t-il eu </w:t>
            </w:r>
            <w:r w:rsidR="00C54672">
              <w:rPr>
                <w:rFonts w:ascii="Arial" w:hAnsi="Arial" w:cs="Arial"/>
              </w:rPr>
              <w:t>dimanche ?</w:t>
            </w:r>
          </w:p>
        </w:tc>
      </w:tr>
      <w:tr w:rsidR="00576E89" w:rsidRPr="0048128A" w14:paraId="10BFDACD" w14:textId="77777777" w:rsidTr="00E2119E">
        <w:tc>
          <w:tcPr>
            <w:tcW w:w="9067" w:type="dxa"/>
          </w:tcPr>
          <w:p w14:paraId="7B78823A" w14:textId="454487C0" w:rsidR="00576E89" w:rsidRPr="0048128A" w:rsidRDefault="00576E89" w:rsidP="005E6AF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3</w:t>
            </w:r>
          </w:p>
          <w:p w14:paraId="60838B45" w14:textId="77777777" w:rsidR="00D15F88" w:rsidRDefault="00D15F88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Mia, élève de CE2, va visiter l’exposition avec son grand-père. Combien vont-ils payer ?</w:t>
            </w:r>
          </w:p>
          <w:p w14:paraId="5928E401" w14:textId="187F7020" w:rsidR="00C54672" w:rsidRPr="0048128A" w:rsidRDefault="00C54672" w:rsidP="00616277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 billet d’entrée </w:t>
            </w:r>
            <w:r w:rsidR="003B22C2">
              <w:rPr>
                <w:rFonts w:ascii="Arial" w:hAnsi="Arial" w:cs="Arial"/>
              </w:rPr>
              <w:t>coûte 8,50 € pour un adulte, et 3 </w:t>
            </w:r>
            <w:r>
              <w:rPr>
                <w:rFonts w:ascii="Arial" w:hAnsi="Arial" w:cs="Arial"/>
              </w:rPr>
              <w:t>€ de moins pour un enfant.</w:t>
            </w:r>
          </w:p>
        </w:tc>
      </w:tr>
      <w:tr w:rsidR="00576E89" w:rsidRPr="0048128A" w14:paraId="00CC9277" w14:textId="77777777" w:rsidTr="00E2119E">
        <w:tc>
          <w:tcPr>
            <w:tcW w:w="9067" w:type="dxa"/>
          </w:tcPr>
          <w:p w14:paraId="2B39952F" w14:textId="43222AC6" w:rsidR="00576E89" w:rsidRDefault="00576E89" w:rsidP="005E6AF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4</w:t>
            </w:r>
          </w:p>
          <w:p w14:paraId="5B1CF414" w14:textId="008ADD33" w:rsidR="00576E89" w:rsidRPr="00EC682A" w:rsidRDefault="00EC682A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grand-mère de Mia est allée visiter seule l’exposition. Elle </w:t>
            </w:r>
            <w:r w:rsidR="00C54672">
              <w:rPr>
                <w:rFonts w:ascii="Arial" w:hAnsi="Arial" w:cs="Arial"/>
              </w:rPr>
              <w:t>a payé son billet d’entrée et le</w:t>
            </w:r>
            <w:r>
              <w:rPr>
                <w:rFonts w:ascii="Arial" w:hAnsi="Arial" w:cs="Arial"/>
              </w:rPr>
              <w:t xml:space="preserve"> catalogu</w:t>
            </w:r>
            <w:r w:rsidR="003B22C2">
              <w:rPr>
                <w:rFonts w:ascii="Arial" w:hAnsi="Arial" w:cs="Arial"/>
              </w:rPr>
              <w:t>e de l’exposition, qui coûte 22 </w:t>
            </w:r>
            <w:r>
              <w:rPr>
                <w:rFonts w:ascii="Arial" w:hAnsi="Arial" w:cs="Arial"/>
              </w:rPr>
              <w:t>€. Combien a-t-elle dépensé en tout ?</w:t>
            </w:r>
          </w:p>
        </w:tc>
      </w:tr>
      <w:tr w:rsidR="00576E89" w:rsidRPr="0048128A" w14:paraId="291F1A62" w14:textId="77777777" w:rsidTr="00E2119E">
        <w:tc>
          <w:tcPr>
            <w:tcW w:w="9067" w:type="dxa"/>
          </w:tcPr>
          <w:p w14:paraId="431B819F" w14:textId="65511434" w:rsidR="00576E89" w:rsidRPr="0048128A" w:rsidRDefault="00576E89" w:rsidP="005E6AF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5</w:t>
            </w:r>
          </w:p>
          <w:p w14:paraId="483AB9E4" w14:textId="77777777" w:rsidR="00194111" w:rsidRDefault="00194111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L’exposition est installée sur deux étages. </w:t>
            </w:r>
          </w:p>
          <w:p w14:paraId="0E1B7FF1" w14:textId="32B07FAF" w:rsidR="00194111" w:rsidRDefault="003B22C2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grand-mère de Mia a passé 30 </w:t>
            </w:r>
            <w:r w:rsidR="00194111">
              <w:rPr>
                <w:rFonts w:ascii="Arial" w:hAnsi="Arial" w:cs="Arial"/>
              </w:rPr>
              <w:t>minutes au premier étage. Elle est restée ensuite plu</w:t>
            </w:r>
            <w:r w:rsidR="00C54672">
              <w:rPr>
                <w:rFonts w:ascii="Arial" w:hAnsi="Arial" w:cs="Arial"/>
              </w:rPr>
              <w:t>s longtemps au deuxième étage : e</w:t>
            </w:r>
            <w:r w:rsidR="00194111">
              <w:rPr>
                <w:rFonts w:ascii="Arial" w:hAnsi="Arial" w:cs="Arial"/>
              </w:rPr>
              <w:t>ll</w:t>
            </w:r>
            <w:r>
              <w:rPr>
                <w:rFonts w:ascii="Arial" w:hAnsi="Arial" w:cs="Arial"/>
              </w:rPr>
              <w:t>e est restée 10 </w:t>
            </w:r>
            <w:r w:rsidR="00194111">
              <w:rPr>
                <w:rFonts w:ascii="Arial" w:hAnsi="Arial" w:cs="Arial"/>
              </w:rPr>
              <w:t>minutes de plus qu’au premier étage.</w:t>
            </w:r>
          </w:p>
          <w:p w14:paraId="114898EB" w14:textId="0FFA3DA4" w:rsidR="00576E89" w:rsidRPr="0048128A" w:rsidRDefault="00194111" w:rsidP="005E6AF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Combien de temps sa visite a-t-elle duré ?</w:t>
            </w:r>
          </w:p>
        </w:tc>
      </w:tr>
      <w:tr w:rsidR="009A5EB4" w:rsidRPr="0048128A" w14:paraId="123E7342" w14:textId="77777777" w:rsidTr="00E2119E">
        <w:tc>
          <w:tcPr>
            <w:tcW w:w="9067" w:type="dxa"/>
          </w:tcPr>
          <w:p w14:paraId="13429D44" w14:textId="77777777" w:rsidR="009A5EB4" w:rsidRDefault="00194111" w:rsidP="005E6AF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6</w:t>
            </w:r>
          </w:p>
          <w:p w14:paraId="4C3CF8B2" w14:textId="77777777" w:rsidR="00616277" w:rsidRDefault="00194111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juin, il y a eu 1</w:t>
            </w:r>
            <w:r w:rsidR="0061627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800 visiteurs à l’exposition. </w:t>
            </w:r>
          </w:p>
          <w:p w14:paraId="40BD855A" w14:textId="77777777" w:rsidR="00616277" w:rsidRDefault="00194111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juillet, il y a eu 2</w:t>
            </w:r>
            <w:r w:rsidR="00616277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 xml:space="preserve">500 visiteurs. </w:t>
            </w:r>
          </w:p>
          <w:p w14:paraId="36DE9805" w14:textId="1E4785D3" w:rsidR="00194111" w:rsidRDefault="00616277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août, il y a eu 150 </w:t>
            </w:r>
            <w:r w:rsidR="00194111">
              <w:rPr>
                <w:rFonts w:ascii="Arial" w:hAnsi="Arial" w:cs="Arial"/>
              </w:rPr>
              <w:t>visiteurs de moins qu’en juillet.</w:t>
            </w:r>
          </w:p>
          <w:p w14:paraId="7EAB71EC" w14:textId="640FD0E0" w:rsidR="00194111" w:rsidRPr="00194111" w:rsidRDefault="00194111" w:rsidP="005E6AF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visiteurs y a-t-il eu en tout pendant ces trois mois ?</w:t>
            </w:r>
          </w:p>
        </w:tc>
      </w:tr>
    </w:tbl>
    <w:p w14:paraId="55D110CD" w14:textId="77777777" w:rsidR="00B955C4" w:rsidRDefault="00B955C4">
      <w:pPr>
        <w:spacing w:after="0" w:line="240" w:lineRule="auto"/>
        <w:rPr>
          <w:rFonts w:ascii="Marianne Medium" w:hAnsi="Marianne Medium"/>
          <w:color w:val="F29C52"/>
          <w:sz w:val="26"/>
          <w:szCs w:val="26"/>
        </w:rPr>
      </w:pPr>
      <w:r>
        <w:br w:type="page"/>
      </w:r>
    </w:p>
    <w:p w14:paraId="7E062947" w14:textId="07769172" w:rsidR="002B1AB2" w:rsidRPr="0048128A" w:rsidRDefault="0027267D" w:rsidP="00C5472D">
      <w:pPr>
        <w:pStyle w:val="Titre2"/>
        <w:spacing w:before="120" w:after="120" w:line="288" w:lineRule="auto"/>
      </w:pPr>
      <w:r>
        <w:lastRenderedPageBreak/>
        <w:t>Annexe 11 : exercices pour la séance 11</w:t>
      </w:r>
      <w:r w:rsidR="002B1AB2" w:rsidRPr="00C54672">
        <w:t xml:space="preserve"> (évaluation de fin de séquence)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4316"/>
        <w:gridCol w:w="4751"/>
      </w:tblGrid>
      <w:tr w:rsidR="00576E89" w:rsidRPr="0048128A" w14:paraId="20210B79" w14:textId="77777777" w:rsidTr="00E2119E">
        <w:tc>
          <w:tcPr>
            <w:tcW w:w="9067" w:type="dxa"/>
            <w:gridSpan w:val="2"/>
          </w:tcPr>
          <w:p w14:paraId="672E0AEC" w14:textId="77777777" w:rsidR="00576E89" w:rsidRPr="0048128A" w:rsidRDefault="00576E89" w:rsidP="00C5472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1</w:t>
            </w:r>
          </w:p>
          <w:p w14:paraId="50F2D667" w14:textId="4748871C" w:rsidR="00576E89" w:rsidRPr="0048128A" w:rsidRDefault="00483B07" w:rsidP="00C5472D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Léo a 188 </w:t>
            </w:r>
            <w:r w:rsidR="00576E89" w:rsidRPr="0048128A">
              <w:rPr>
                <w:rFonts w:ascii="Arial" w:hAnsi="Arial" w:cs="Arial"/>
              </w:rPr>
              <w:t xml:space="preserve">billes. Lucie </w:t>
            </w:r>
            <w:r>
              <w:rPr>
                <w:rFonts w:ascii="Arial" w:hAnsi="Arial" w:cs="Arial"/>
              </w:rPr>
              <w:t>a 75 </w:t>
            </w:r>
            <w:r w:rsidR="00576E89" w:rsidRPr="0048128A">
              <w:rPr>
                <w:rFonts w:ascii="Arial" w:hAnsi="Arial" w:cs="Arial"/>
              </w:rPr>
              <w:t xml:space="preserve">billes de plus que Léo. </w:t>
            </w:r>
          </w:p>
          <w:p w14:paraId="6C660029" w14:textId="37504785" w:rsidR="00576E89" w:rsidRPr="0048128A" w:rsidRDefault="00576E89" w:rsidP="005A5154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Combien</w:t>
            </w:r>
            <w:r w:rsidR="00CB07E9" w:rsidRPr="0048128A">
              <w:rPr>
                <w:rFonts w:ascii="Arial" w:hAnsi="Arial" w:cs="Arial"/>
              </w:rPr>
              <w:t xml:space="preserve"> de billes</w:t>
            </w:r>
            <w:r w:rsidRPr="0048128A">
              <w:rPr>
                <w:rFonts w:ascii="Arial" w:hAnsi="Arial" w:cs="Arial"/>
              </w:rPr>
              <w:t xml:space="preserve"> ont-ils en tout ?</w:t>
            </w:r>
          </w:p>
        </w:tc>
      </w:tr>
      <w:tr w:rsidR="00C5472D" w:rsidRPr="0048128A" w14:paraId="28322B75" w14:textId="77777777" w:rsidTr="00E2119E">
        <w:tc>
          <w:tcPr>
            <w:tcW w:w="9067" w:type="dxa"/>
            <w:gridSpan w:val="2"/>
          </w:tcPr>
          <w:p w14:paraId="1B393FFB" w14:textId="77777777" w:rsidR="00C5472D" w:rsidRPr="0048128A" w:rsidRDefault="00C5472D" w:rsidP="00C5472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  <w:b/>
              </w:rPr>
              <w:t>Problème 2</w:t>
            </w:r>
          </w:p>
          <w:p w14:paraId="7E582E90" w14:textId="77777777" w:rsidR="00C5472D" w:rsidRPr="0048128A" w:rsidRDefault="00C5472D" w:rsidP="00C5472D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Léo a 137 €. Lucie a 20 </w:t>
            </w:r>
            <w:r w:rsidRPr="0048128A">
              <w:rPr>
                <w:rFonts w:ascii="Arial" w:hAnsi="Arial" w:cs="Arial"/>
              </w:rPr>
              <w:t xml:space="preserve">€ de moins que Léo. </w:t>
            </w:r>
          </w:p>
          <w:p w14:paraId="1DB447C6" w14:textId="17FF34DD" w:rsidR="00C5472D" w:rsidRPr="0048128A" w:rsidRDefault="00C5472D" w:rsidP="00C5472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 w:rsidRPr="0048128A">
              <w:rPr>
                <w:rFonts w:ascii="Arial" w:hAnsi="Arial" w:cs="Arial"/>
              </w:rPr>
              <w:t>Quelle somme d’argent a Lucie ?</w:t>
            </w:r>
          </w:p>
        </w:tc>
      </w:tr>
      <w:tr w:rsidR="00EA7CBB" w:rsidRPr="0048128A" w14:paraId="4A3D3D30" w14:textId="77777777" w:rsidTr="00EA0E72">
        <w:tc>
          <w:tcPr>
            <w:tcW w:w="4316" w:type="dxa"/>
          </w:tcPr>
          <w:p w14:paraId="6078C0FF" w14:textId="77777777" w:rsidR="00EA0E72" w:rsidRDefault="00EA0E72" w:rsidP="00EA0E72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3</w:t>
            </w:r>
          </w:p>
          <w:p w14:paraId="1390E0D0" w14:textId="77777777" w:rsidR="00EA0E72" w:rsidRDefault="00EA0E72" w:rsidP="00EA0E7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Lou</w:t>
            </w:r>
            <w:r w:rsidRPr="00C547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veut acheter un gâteau au chocolat et un gâteau aux framboises. </w:t>
            </w:r>
          </w:p>
          <w:p w14:paraId="380D4DCD" w14:textId="77777777" w:rsidR="00EA0E72" w:rsidRDefault="00EA0E72" w:rsidP="00EA0E7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va-t-elle dépenser ?</w:t>
            </w:r>
          </w:p>
          <w:p w14:paraId="0D10B250" w14:textId="3805012A" w:rsidR="00EA0E72" w:rsidRPr="00EA0E72" w:rsidRDefault="00EA0E72" w:rsidP="00C5472D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boulangère lui dit que le gâteau au chocolat coûte 4 € de moins que le gâteau aux framboises.</w:t>
            </w:r>
          </w:p>
        </w:tc>
        <w:tc>
          <w:tcPr>
            <w:tcW w:w="4751" w:type="dxa"/>
          </w:tcPr>
          <w:p w14:paraId="7839534A" w14:textId="1AACA50D" w:rsidR="00EA0E72" w:rsidRPr="0048128A" w:rsidRDefault="00EA7CBB" w:rsidP="00C5472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C449C37" wp14:editId="78EDE581">
                  <wp:extent cx="2779463" cy="1816210"/>
                  <wp:effectExtent l="0" t="0" r="190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3291" cy="1838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E89" w:rsidRPr="0048128A" w14:paraId="21BCC1A3" w14:textId="77777777" w:rsidTr="00E2119E">
        <w:tc>
          <w:tcPr>
            <w:tcW w:w="9067" w:type="dxa"/>
            <w:gridSpan w:val="2"/>
          </w:tcPr>
          <w:p w14:paraId="002D324F" w14:textId="7F573E95" w:rsidR="00C5472D" w:rsidRDefault="00EA0E72" w:rsidP="00C5472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4</w:t>
            </w:r>
          </w:p>
          <w:p w14:paraId="4BC2B919" w14:textId="77777777" w:rsidR="00EA0E72" w:rsidRDefault="00C5472D" w:rsidP="00EA0E7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séance de français dure 45 minutes. </w:t>
            </w:r>
            <w:r w:rsidR="00EA0E72">
              <w:rPr>
                <w:rFonts w:ascii="Arial" w:hAnsi="Arial" w:cs="Arial"/>
              </w:rPr>
              <w:t>Elle dure 20 minutes de plus que la séance d’anglais</w:t>
            </w:r>
            <w:r>
              <w:rPr>
                <w:rFonts w:ascii="Arial" w:hAnsi="Arial" w:cs="Arial"/>
              </w:rPr>
              <w:t xml:space="preserve">. </w:t>
            </w:r>
          </w:p>
          <w:p w14:paraId="60D68BC4" w14:textId="00F82C28" w:rsidR="00576E89" w:rsidRPr="0048128A" w:rsidRDefault="00C5472D" w:rsidP="00EA0E72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Combien de temps durent les deux séances ?</w:t>
            </w:r>
          </w:p>
        </w:tc>
      </w:tr>
      <w:tr w:rsidR="00576E89" w:rsidRPr="0048128A" w14:paraId="49DE85C5" w14:textId="77777777" w:rsidTr="00E2119E">
        <w:tc>
          <w:tcPr>
            <w:tcW w:w="9067" w:type="dxa"/>
            <w:gridSpan w:val="2"/>
          </w:tcPr>
          <w:p w14:paraId="615D3F1D" w14:textId="56685BDC" w:rsidR="00576E89" w:rsidRPr="0048128A" w:rsidRDefault="00EA0E72" w:rsidP="00C5472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Problème 5</w:t>
            </w:r>
          </w:p>
          <w:p w14:paraId="6D1EB72A" w14:textId="03E3583E" w:rsidR="00C54672" w:rsidRPr="0048128A" w:rsidRDefault="00C54672" w:rsidP="00C5472D">
            <w:pPr>
              <w:spacing w:before="120" w:after="120" w:line="28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On met bout à bout une </w:t>
            </w:r>
            <w:r w:rsidR="005A5154">
              <w:rPr>
                <w:rFonts w:ascii="Arial" w:hAnsi="Arial" w:cs="Arial"/>
              </w:rPr>
              <w:t xml:space="preserve">bande </w:t>
            </w:r>
            <w:r>
              <w:rPr>
                <w:rFonts w:ascii="Arial" w:hAnsi="Arial" w:cs="Arial"/>
              </w:rPr>
              <w:t xml:space="preserve">rouge et une </w:t>
            </w:r>
            <w:r w:rsidR="005A5154">
              <w:rPr>
                <w:rFonts w:ascii="Arial" w:hAnsi="Arial" w:cs="Arial"/>
              </w:rPr>
              <w:t xml:space="preserve">bande </w:t>
            </w:r>
            <w:r>
              <w:rPr>
                <w:rFonts w:ascii="Arial" w:hAnsi="Arial" w:cs="Arial"/>
              </w:rPr>
              <w:t>blanche. Quelle longueur obtient-on ?</w:t>
            </w:r>
          </w:p>
          <w:p w14:paraId="4E65AAA9" w14:textId="61196286" w:rsidR="00C54672" w:rsidRDefault="00C54672" w:rsidP="00C5472D">
            <w:pPr>
              <w:spacing w:before="120" w:after="120" w:line="288" w:lineRule="auto"/>
              <w:rPr>
                <w:rFonts w:ascii="Arial" w:hAnsi="Arial" w:cs="Arial"/>
              </w:rPr>
            </w:pPr>
            <w:r w:rsidRPr="0048128A">
              <w:rPr>
                <w:rFonts w:ascii="Arial" w:hAnsi="Arial" w:cs="Arial"/>
              </w:rPr>
              <w:t>La lo</w:t>
            </w:r>
            <w:r>
              <w:rPr>
                <w:rFonts w:ascii="Arial" w:hAnsi="Arial" w:cs="Arial"/>
              </w:rPr>
              <w:t>ngueur de la bande rouge est égale à 257 </w:t>
            </w:r>
            <w:r w:rsidRPr="0048128A">
              <w:rPr>
                <w:rFonts w:ascii="Arial" w:hAnsi="Arial" w:cs="Arial"/>
              </w:rPr>
              <w:t xml:space="preserve">cm. </w:t>
            </w:r>
          </w:p>
          <w:p w14:paraId="514B1E84" w14:textId="5899B55C" w:rsidR="00576E89" w:rsidRPr="0048128A" w:rsidRDefault="005A5154" w:rsidP="00C5472D">
            <w:pPr>
              <w:spacing w:before="120"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bande blanche mesure 23 cm de moins que la bande rouge.</w:t>
            </w:r>
          </w:p>
        </w:tc>
      </w:tr>
    </w:tbl>
    <w:p w14:paraId="7FFF18D1" w14:textId="42E9A9DB" w:rsidR="00876F6C" w:rsidRPr="0048128A" w:rsidRDefault="00876F6C" w:rsidP="002B1AB2"/>
    <w:sectPr w:rsidR="00876F6C" w:rsidRPr="0048128A" w:rsidSect="004B4A3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25A82" w14:textId="77777777" w:rsidR="000E310B" w:rsidRDefault="000E310B" w:rsidP="00860080">
      <w:r>
        <w:separator/>
      </w:r>
    </w:p>
  </w:endnote>
  <w:endnote w:type="continuationSeparator" w:id="0">
    <w:p w14:paraId="56502A32" w14:textId="77777777" w:rsidR="000E310B" w:rsidRDefault="000E310B" w:rsidP="0086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00000287" w:usb1="080E0000" w:usb2="00000010" w:usb3="00000000" w:csb0="0004000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INPro-Bold">
    <w:altName w:val="Corbe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F7D8B" w14:textId="77777777" w:rsidR="000E310B" w:rsidRDefault="000E310B" w:rsidP="00860080">
      <w:r>
        <w:separator/>
      </w:r>
    </w:p>
  </w:footnote>
  <w:footnote w:type="continuationSeparator" w:id="0">
    <w:p w14:paraId="5C0C269E" w14:textId="77777777" w:rsidR="000E310B" w:rsidRDefault="000E310B" w:rsidP="00860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3524"/>
    <w:multiLevelType w:val="hybridMultilevel"/>
    <w:tmpl w:val="7478BEF2"/>
    <w:lvl w:ilvl="0" w:tplc="D300511A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EB52A8"/>
    <w:multiLevelType w:val="hybridMultilevel"/>
    <w:tmpl w:val="5FEC5E7A"/>
    <w:lvl w:ilvl="0" w:tplc="E0F80CD0">
      <w:numFmt w:val="bullet"/>
      <w:pStyle w:val="Listetableau"/>
      <w:lvlText w:val="•"/>
      <w:lvlJc w:val="left"/>
      <w:pPr>
        <w:ind w:left="415" w:hanging="137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FE549060">
      <w:numFmt w:val="bullet"/>
      <w:lvlText w:val="•"/>
      <w:lvlJc w:val="left"/>
      <w:pPr>
        <w:ind w:left="1060" w:hanging="137"/>
      </w:pPr>
      <w:rPr>
        <w:rFonts w:hint="default"/>
        <w:lang w:val="fr-FR" w:eastAsia="en-US" w:bidi="ar-SA"/>
      </w:rPr>
    </w:lvl>
    <w:lvl w:ilvl="2" w:tplc="2954FA0A">
      <w:numFmt w:val="bullet"/>
      <w:lvlText w:val="•"/>
      <w:lvlJc w:val="left"/>
      <w:pPr>
        <w:ind w:left="1700" w:hanging="137"/>
      </w:pPr>
      <w:rPr>
        <w:rFonts w:hint="default"/>
        <w:lang w:val="fr-FR" w:eastAsia="en-US" w:bidi="ar-SA"/>
      </w:rPr>
    </w:lvl>
    <w:lvl w:ilvl="3" w:tplc="1E1C91AA">
      <w:numFmt w:val="bullet"/>
      <w:lvlText w:val="•"/>
      <w:lvlJc w:val="left"/>
      <w:pPr>
        <w:ind w:left="2340" w:hanging="137"/>
      </w:pPr>
      <w:rPr>
        <w:rFonts w:hint="default"/>
        <w:lang w:val="fr-FR" w:eastAsia="en-US" w:bidi="ar-SA"/>
      </w:rPr>
    </w:lvl>
    <w:lvl w:ilvl="4" w:tplc="A114F6D6">
      <w:numFmt w:val="bullet"/>
      <w:lvlText w:val="•"/>
      <w:lvlJc w:val="left"/>
      <w:pPr>
        <w:ind w:left="2980" w:hanging="137"/>
      </w:pPr>
      <w:rPr>
        <w:rFonts w:hint="default"/>
        <w:lang w:val="fr-FR" w:eastAsia="en-US" w:bidi="ar-SA"/>
      </w:rPr>
    </w:lvl>
    <w:lvl w:ilvl="5" w:tplc="1D406DA8">
      <w:numFmt w:val="bullet"/>
      <w:lvlText w:val="•"/>
      <w:lvlJc w:val="left"/>
      <w:pPr>
        <w:ind w:left="3620" w:hanging="137"/>
      </w:pPr>
      <w:rPr>
        <w:rFonts w:hint="default"/>
        <w:lang w:val="fr-FR" w:eastAsia="en-US" w:bidi="ar-SA"/>
      </w:rPr>
    </w:lvl>
    <w:lvl w:ilvl="6" w:tplc="2A4CFCB8">
      <w:numFmt w:val="bullet"/>
      <w:lvlText w:val="•"/>
      <w:lvlJc w:val="left"/>
      <w:pPr>
        <w:ind w:left="4260" w:hanging="137"/>
      </w:pPr>
      <w:rPr>
        <w:rFonts w:hint="default"/>
        <w:lang w:val="fr-FR" w:eastAsia="en-US" w:bidi="ar-SA"/>
      </w:rPr>
    </w:lvl>
    <w:lvl w:ilvl="7" w:tplc="A87A0546">
      <w:numFmt w:val="bullet"/>
      <w:lvlText w:val="•"/>
      <w:lvlJc w:val="left"/>
      <w:pPr>
        <w:ind w:left="4900" w:hanging="137"/>
      </w:pPr>
      <w:rPr>
        <w:rFonts w:hint="default"/>
        <w:lang w:val="fr-FR" w:eastAsia="en-US" w:bidi="ar-SA"/>
      </w:rPr>
    </w:lvl>
    <w:lvl w:ilvl="8" w:tplc="9AF40EDA">
      <w:numFmt w:val="bullet"/>
      <w:lvlText w:val="•"/>
      <w:lvlJc w:val="left"/>
      <w:pPr>
        <w:ind w:left="5540" w:hanging="137"/>
      </w:pPr>
      <w:rPr>
        <w:rFonts w:hint="default"/>
        <w:lang w:val="fr-FR" w:eastAsia="en-US" w:bidi="ar-SA"/>
      </w:rPr>
    </w:lvl>
  </w:abstractNum>
  <w:abstractNum w:abstractNumId="2" w15:restartNumberingAfterBreak="0">
    <w:nsid w:val="362F6092"/>
    <w:multiLevelType w:val="hybridMultilevel"/>
    <w:tmpl w:val="29C6DC1C"/>
    <w:lvl w:ilvl="0" w:tplc="9E1893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6AE6"/>
    <w:multiLevelType w:val="hybridMultilevel"/>
    <w:tmpl w:val="52A04612"/>
    <w:lvl w:ilvl="0" w:tplc="03DA21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A876C8D"/>
    <w:multiLevelType w:val="hybridMultilevel"/>
    <w:tmpl w:val="2E4A57D0"/>
    <w:lvl w:ilvl="0" w:tplc="29F0247E">
      <w:start w:val="1"/>
      <w:numFmt w:val="bullet"/>
      <w:pStyle w:val="Tiretstableau"/>
      <w:lvlText w:val="-"/>
      <w:lvlJc w:val="left"/>
      <w:pPr>
        <w:ind w:left="360" w:hanging="360"/>
      </w:pPr>
      <w:rPr>
        <w:rFonts w:ascii="Marianne" w:hAnsi="Marianne" w:cs="Arial Black" w:hint="default"/>
        <w:bCs/>
        <w:iCs w:val="0"/>
        <w:color w:val="000091"/>
        <w:w w:val="2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26E93"/>
    <w:multiLevelType w:val="hybridMultilevel"/>
    <w:tmpl w:val="0024BC40"/>
    <w:lvl w:ilvl="0" w:tplc="44D4E7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93B13"/>
    <w:multiLevelType w:val="hybridMultilevel"/>
    <w:tmpl w:val="769EEE36"/>
    <w:lvl w:ilvl="0" w:tplc="267A86D0">
      <w:numFmt w:val="bullet"/>
      <w:lvlText w:val="-"/>
      <w:lvlJc w:val="left"/>
      <w:pPr>
        <w:ind w:left="360" w:hanging="360"/>
      </w:pPr>
      <w:rPr>
        <w:rFonts w:ascii="Marianne Light" w:eastAsiaTheme="minorHAnsi" w:hAnsi="Marianne Light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5F6826"/>
    <w:multiLevelType w:val="hybridMultilevel"/>
    <w:tmpl w:val="620028A2"/>
    <w:lvl w:ilvl="0" w:tplc="5A7A5D4C">
      <w:numFmt w:val="bullet"/>
      <w:pStyle w:val="TM2"/>
      <w:lvlText w:val="•"/>
      <w:lvlJc w:val="left"/>
      <w:pPr>
        <w:ind w:left="644" w:hanging="360"/>
      </w:pPr>
      <w:rPr>
        <w:rFonts w:ascii="Marianne" w:eastAsia="Marianne" w:hAnsi="Marianne" w:cs="Marianne" w:hint="default"/>
        <w:b w:val="0"/>
        <w:bCs w:val="0"/>
        <w:i w:val="0"/>
        <w:iCs w:val="0"/>
        <w:color w:val="F29C52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7835FA2"/>
    <w:multiLevelType w:val="hybridMultilevel"/>
    <w:tmpl w:val="024C55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CCC37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163B45"/>
    <w:multiLevelType w:val="hybridMultilevel"/>
    <w:tmpl w:val="1938C2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9"/>
  </w:num>
  <w:num w:numId="9">
    <w:abstractNumId w:val="3"/>
  </w:num>
  <w:num w:numId="10">
    <w:abstractNumId w:val="8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24"/>
    <w:rsid w:val="000068C0"/>
    <w:rsid w:val="00017A24"/>
    <w:rsid w:val="00024CC7"/>
    <w:rsid w:val="00026BAB"/>
    <w:rsid w:val="00035B0A"/>
    <w:rsid w:val="00040924"/>
    <w:rsid w:val="000444E6"/>
    <w:rsid w:val="0004783B"/>
    <w:rsid w:val="000566CB"/>
    <w:rsid w:val="00065B19"/>
    <w:rsid w:val="000725AB"/>
    <w:rsid w:val="00074847"/>
    <w:rsid w:val="00075324"/>
    <w:rsid w:val="00075E49"/>
    <w:rsid w:val="00077D59"/>
    <w:rsid w:val="000801F0"/>
    <w:rsid w:val="00087419"/>
    <w:rsid w:val="00087DDB"/>
    <w:rsid w:val="0009362D"/>
    <w:rsid w:val="00093957"/>
    <w:rsid w:val="00095BDA"/>
    <w:rsid w:val="000A06C3"/>
    <w:rsid w:val="000A3586"/>
    <w:rsid w:val="000A533E"/>
    <w:rsid w:val="000B574F"/>
    <w:rsid w:val="000B6D11"/>
    <w:rsid w:val="000C298D"/>
    <w:rsid w:val="000C4A56"/>
    <w:rsid w:val="000C4D04"/>
    <w:rsid w:val="000C4E57"/>
    <w:rsid w:val="000C61F4"/>
    <w:rsid w:val="000D38E8"/>
    <w:rsid w:val="000D487F"/>
    <w:rsid w:val="000E1C3C"/>
    <w:rsid w:val="000E310B"/>
    <w:rsid w:val="000F0B84"/>
    <w:rsid w:val="000F1E97"/>
    <w:rsid w:val="000F4E8C"/>
    <w:rsid w:val="00105DE3"/>
    <w:rsid w:val="00107EB9"/>
    <w:rsid w:val="001125B2"/>
    <w:rsid w:val="001146F5"/>
    <w:rsid w:val="00115630"/>
    <w:rsid w:val="0012677A"/>
    <w:rsid w:val="0014111A"/>
    <w:rsid w:val="00145E0F"/>
    <w:rsid w:val="00147E28"/>
    <w:rsid w:val="001611FE"/>
    <w:rsid w:val="00162136"/>
    <w:rsid w:val="001663BA"/>
    <w:rsid w:val="001674D1"/>
    <w:rsid w:val="00170340"/>
    <w:rsid w:val="0017540C"/>
    <w:rsid w:val="0017663B"/>
    <w:rsid w:val="00186AFD"/>
    <w:rsid w:val="001912EE"/>
    <w:rsid w:val="00194111"/>
    <w:rsid w:val="001A6204"/>
    <w:rsid w:val="001C48E0"/>
    <w:rsid w:val="001D3020"/>
    <w:rsid w:val="001D5EAB"/>
    <w:rsid w:val="001E0337"/>
    <w:rsid w:val="001E2E3F"/>
    <w:rsid w:val="001E7BAF"/>
    <w:rsid w:val="00204AF4"/>
    <w:rsid w:val="00210F99"/>
    <w:rsid w:val="00221E38"/>
    <w:rsid w:val="00227469"/>
    <w:rsid w:val="0023296F"/>
    <w:rsid w:val="0027267D"/>
    <w:rsid w:val="002759EE"/>
    <w:rsid w:val="002768EB"/>
    <w:rsid w:val="00276C4F"/>
    <w:rsid w:val="00297077"/>
    <w:rsid w:val="002A1C36"/>
    <w:rsid w:val="002A3458"/>
    <w:rsid w:val="002A6A76"/>
    <w:rsid w:val="002A7217"/>
    <w:rsid w:val="002B1AB2"/>
    <w:rsid w:val="002C091D"/>
    <w:rsid w:val="002D2D77"/>
    <w:rsid w:val="002D5D31"/>
    <w:rsid w:val="002D620E"/>
    <w:rsid w:val="002D6ED1"/>
    <w:rsid w:val="002E4071"/>
    <w:rsid w:val="002F1C83"/>
    <w:rsid w:val="002F3C3D"/>
    <w:rsid w:val="002F3C41"/>
    <w:rsid w:val="00302984"/>
    <w:rsid w:val="00303517"/>
    <w:rsid w:val="00315B28"/>
    <w:rsid w:val="00315F1B"/>
    <w:rsid w:val="0032016C"/>
    <w:rsid w:val="00324180"/>
    <w:rsid w:val="00325596"/>
    <w:rsid w:val="0033436D"/>
    <w:rsid w:val="00343171"/>
    <w:rsid w:val="0034357E"/>
    <w:rsid w:val="00346266"/>
    <w:rsid w:val="00371070"/>
    <w:rsid w:val="00373E70"/>
    <w:rsid w:val="0037662E"/>
    <w:rsid w:val="0038095F"/>
    <w:rsid w:val="003842F7"/>
    <w:rsid w:val="00386B77"/>
    <w:rsid w:val="00386D02"/>
    <w:rsid w:val="00395362"/>
    <w:rsid w:val="003A4C80"/>
    <w:rsid w:val="003A561B"/>
    <w:rsid w:val="003B1C93"/>
    <w:rsid w:val="003B22C2"/>
    <w:rsid w:val="003B3D36"/>
    <w:rsid w:val="003B6A60"/>
    <w:rsid w:val="003C0744"/>
    <w:rsid w:val="003C3B10"/>
    <w:rsid w:val="003D044D"/>
    <w:rsid w:val="003D3531"/>
    <w:rsid w:val="003D5C2F"/>
    <w:rsid w:val="003E5280"/>
    <w:rsid w:val="003E6C9F"/>
    <w:rsid w:val="003F6358"/>
    <w:rsid w:val="003F6FCE"/>
    <w:rsid w:val="00423078"/>
    <w:rsid w:val="00453F59"/>
    <w:rsid w:val="00460BF5"/>
    <w:rsid w:val="00463626"/>
    <w:rsid w:val="0048128A"/>
    <w:rsid w:val="004827B3"/>
    <w:rsid w:val="00482E22"/>
    <w:rsid w:val="00483B07"/>
    <w:rsid w:val="00485EF2"/>
    <w:rsid w:val="00497CA1"/>
    <w:rsid w:val="004A7B91"/>
    <w:rsid w:val="004B3A9E"/>
    <w:rsid w:val="004B3AEF"/>
    <w:rsid w:val="004B485C"/>
    <w:rsid w:val="004B4A38"/>
    <w:rsid w:val="004C0482"/>
    <w:rsid w:val="004C4FAA"/>
    <w:rsid w:val="004E34CE"/>
    <w:rsid w:val="004F54CA"/>
    <w:rsid w:val="00502E13"/>
    <w:rsid w:val="005038B1"/>
    <w:rsid w:val="00504CF3"/>
    <w:rsid w:val="00512E4D"/>
    <w:rsid w:val="00516751"/>
    <w:rsid w:val="00517737"/>
    <w:rsid w:val="00521C6E"/>
    <w:rsid w:val="0052491C"/>
    <w:rsid w:val="00535694"/>
    <w:rsid w:val="00535C9B"/>
    <w:rsid w:val="0053614F"/>
    <w:rsid w:val="005414E4"/>
    <w:rsid w:val="00551024"/>
    <w:rsid w:val="00552A70"/>
    <w:rsid w:val="00554E9B"/>
    <w:rsid w:val="00561035"/>
    <w:rsid w:val="0056143C"/>
    <w:rsid w:val="0057210C"/>
    <w:rsid w:val="005729D5"/>
    <w:rsid w:val="00573ADA"/>
    <w:rsid w:val="00576E89"/>
    <w:rsid w:val="00580E13"/>
    <w:rsid w:val="00592AF2"/>
    <w:rsid w:val="005935E6"/>
    <w:rsid w:val="00593819"/>
    <w:rsid w:val="00596FA4"/>
    <w:rsid w:val="005A1778"/>
    <w:rsid w:val="005A4661"/>
    <w:rsid w:val="005A5154"/>
    <w:rsid w:val="005A5A59"/>
    <w:rsid w:val="005B2B84"/>
    <w:rsid w:val="005B307B"/>
    <w:rsid w:val="005B45F0"/>
    <w:rsid w:val="005C1094"/>
    <w:rsid w:val="005C780D"/>
    <w:rsid w:val="005D1B51"/>
    <w:rsid w:val="005D3DAF"/>
    <w:rsid w:val="005E6AF2"/>
    <w:rsid w:val="005E72B0"/>
    <w:rsid w:val="005F2431"/>
    <w:rsid w:val="005F629B"/>
    <w:rsid w:val="006029CB"/>
    <w:rsid w:val="00613640"/>
    <w:rsid w:val="00615916"/>
    <w:rsid w:val="00616277"/>
    <w:rsid w:val="00635D63"/>
    <w:rsid w:val="006426BE"/>
    <w:rsid w:val="00644B33"/>
    <w:rsid w:val="00667CAB"/>
    <w:rsid w:val="0067011C"/>
    <w:rsid w:val="00673DD7"/>
    <w:rsid w:val="00675BAB"/>
    <w:rsid w:val="00676C3D"/>
    <w:rsid w:val="0068188A"/>
    <w:rsid w:val="006922DA"/>
    <w:rsid w:val="00696C34"/>
    <w:rsid w:val="006A3D79"/>
    <w:rsid w:val="006B0497"/>
    <w:rsid w:val="006B207D"/>
    <w:rsid w:val="006C0993"/>
    <w:rsid w:val="006D55E5"/>
    <w:rsid w:val="006E0559"/>
    <w:rsid w:val="006E3D5D"/>
    <w:rsid w:val="006F0AE8"/>
    <w:rsid w:val="00702547"/>
    <w:rsid w:val="007026FB"/>
    <w:rsid w:val="00724BD8"/>
    <w:rsid w:val="0072650B"/>
    <w:rsid w:val="007316A8"/>
    <w:rsid w:val="00732A84"/>
    <w:rsid w:val="00742252"/>
    <w:rsid w:val="00742EA6"/>
    <w:rsid w:val="00746787"/>
    <w:rsid w:val="007479D2"/>
    <w:rsid w:val="00753354"/>
    <w:rsid w:val="00761AA5"/>
    <w:rsid w:val="00765BD7"/>
    <w:rsid w:val="00777855"/>
    <w:rsid w:val="00797A74"/>
    <w:rsid w:val="007B2272"/>
    <w:rsid w:val="007B7194"/>
    <w:rsid w:val="007B77F3"/>
    <w:rsid w:val="007C6625"/>
    <w:rsid w:val="007C6960"/>
    <w:rsid w:val="007D46F2"/>
    <w:rsid w:val="007D4FA7"/>
    <w:rsid w:val="007D5786"/>
    <w:rsid w:val="007D6EB2"/>
    <w:rsid w:val="007E20AC"/>
    <w:rsid w:val="007E332B"/>
    <w:rsid w:val="007E6711"/>
    <w:rsid w:val="007F0B5C"/>
    <w:rsid w:val="008033FC"/>
    <w:rsid w:val="00820198"/>
    <w:rsid w:val="00826217"/>
    <w:rsid w:val="008323E2"/>
    <w:rsid w:val="008346C7"/>
    <w:rsid w:val="008361F8"/>
    <w:rsid w:val="00836CC4"/>
    <w:rsid w:val="00840105"/>
    <w:rsid w:val="008405CD"/>
    <w:rsid w:val="00841B89"/>
    <w:rsid w:val="00845D40"/>
    <w:rsid w:val="00855FEA"/>
    <w:rsid w:val="00856640"/>
    <w:rsid w:val="00860080"/>
    <w:rsid w:val="00863E86"/>
    <w:rsid w:val="00873DB9"/>
    <w:rsid w:val="0087696E"/>
    <w:rsid w:val="00876F6C"/>
    <w:rsid w:val="00877B10"/>
    <w:rsid w:val="00880E1B"/>
    <w:rsid w:val="008814C6"/>
    <w:rsid w:val="008A115C"/>
    <w:rsid w:val="008A2300"/>
    <w:rsid w:val="008B3B7B"/>
    <w:rsid w:val="008B75CF"/>
    <w:rsid w:val="008B796A"/>
    <w:rsid w:val="008C2B70"/>
    <w:rsid w:val="008E255B"/>
    <w:rsid w:val="00901118"/>
    <w:rsid w:val="00901476"/>
    <w:rsid w:val="00901B34"/>
    <w:rsid w:val="0090305A"/>
    <w:rsid w:val="00903565"/>
    <w:rsid w:val="00903BE5"/>
    <w:rsid w:val="00906B8E"/>
    <w:rsid w:val="009076FF"/>
    <w:rsid w:val="00911677"/>
    <w:rsid w:val="00911B24"/>
    <w:rsid w:val="009152B9"/>
    <w:rsid w:val="009172A2"/>
    <w:rsid w:val="00917B87"/>
    <w:rsid w:val="0092638D"/>
    <w:rsid w:val="00931F64"/>
    <w:rsid w:val="009330FE"/>
    <w:rsid w:val="00933E97"/>
    <w:rsid w:val="0093501B"/>
    <w:rsid w:val="00940A17"/>
    <w:rsid w:val="00944396"/>
    <w:rsid w:val="00944AAD"/>
    <w:rsid w:val="00944D99"/>
    <w:rsid w:val="0094591E"/>
    <w:rsid w:val="00953A1E"/>
    <w:rsid w:val="00981882"/>
    <w:rsid w:val="00991F88"/>
    <w:rsid w:val="009A4400"/>
    <w:rsid w:val="009A51C9"/>
    <w:rsid w:val="009A5EB4"/>
    <w:rsid w:val="009B08F7"/>
    <w:rsid w:val="009B365B"/>
    <w:rsid w:val="009D543E"/>
    <w:rsid w:val="009E129E"/>
    <w:rsid w:val="009F030E"/>
    <w:rsid w:val="009F05D9"/>
    <w:rsid w:val="009F0CD9"/>
    <w:rsid w:val="009F7A31"/>
    <w:rsid w:val="00A0414D"/>
    <w:rsid w:val="00A050B2"/>
    <w:rsid w:val="00A05DED"/>
    <w:rsid w:val="00A35FD1"/>
    <w:rsid w:val="00A40E0C"/>
    <w:rsid w:val="00A42E1E"/>
    <w:rsid w:val="00A4469E"/>
    <w:rsid w:val="00A44C8D"/>
    <w:rsid w:val="00A47386"/>
    <w:rsid w:val="00A47900"/>
    <w:rsid w:val="00A56508"/>
    <w:rsid w:val="00A56E7E"/>
    <w:rsid w:val="00A6132D"/>
    <w:rsid w:val="00A653D9"/>
    <w:rsid w:val="00A70E0D"/>
    <w:rsid w:val="00A71C18"/>
    <w:rsid w:val="00A802F6"/>
    <w:rsid w:val="00A8761B"/>
    <w:rsid w:val="00A92B36"/>
    <w:rsid w:val="00A92B43"/>
    <w:rsid w:val="00AA10D8"/>
    <w:rsid w:val="00AB5CD9"/>
    <w:rsid w:val="00AB7952"/>
    <w:rsid w:val="00AC45B2"/>
    <w:rsid w:val="00AC669B"/>
    <w:rsid w:val="00AC67DB"/>
    <w:rsid w:val="00AD1C87"/>
    <w:rsid w:val="00AE031D"/>
    <w:rsid w:val="00AE083B"/>
    <w:rsid w:val="00AE1ACC"/>
    <w:rsid w:val="00AE2441"/>
    <w:rsid w:val="00AE609A"/>
    <w:rsid w:val="00AF5E49"/>
    <w:rsid w:val="00AF63C1"/>
    <w:rsid w:val="00AF7A7D"/>
    <w:rsid w:val="00B011FC"/>
    <w:rsid w:val="00B01A9C"/>
    <w:rsid w:val="00B20D0B"/>
    <w:rsid w:val="00B232E4"/>
    <w:rsid w:val="00B24EC5"/>
    <w:rsid w:val="00B349F0"/>
    <w:rsid w:val="00B418CE"/>
    <w:rsid w:val="00B46474"/>
    <w:rsid w:val="00B47840"/>
    <w:rsid w:val="00B50602"/>
    <w:rsid w:val="00B5369B"/>
    <w:rsid w:val="00B625F2"/>
    <w:rsid w:val="00B717ED"/>
    <w:rsid w:val="00B8266F"/>
    <w:rsid w:val="00B83726"/>
    <w:rsid w:val="00B91F3D"/>
    <w:rsid w:val="00B920D2"/>
    <w:rsid w:val="00B955C4"/>
    <w:rsid w:val="00BA291C"/>
    <w:rsid w:val="00BA4096"/>
    <w:rsid w:val="00BB2F97"/>
    <w:rsid w:val="00BB41A4"/>
    <w:rsid w:val="00BB6BE0"/>
    <w:rsid w:val="00BC16CD"/>
    <w:rsid w:val="00BC3823"/>
    <w:rsid w:val="00BD11DA"/>
    <w:rsid w:val="00BE647E"/>
    <w:rsid w:val="00C15436"/>
    <w:rsid w:val="00C23C2A"/>
    <w:rsid w:val="00C2438A"/>
    <w:rsid w:val="00C27751"/>
    <w:rsid w:val="00C32FC4"/>
    <w:rsid w:val="00C36390"/>
    <w:rsid w:val="00C41254"/>
    <w:rsid w:val="00C47951"/>
    <w:rsid w:val="00C47EF3"/>
    <w:rsid w:val="00C51B7C"/>
    <w:rsid w:val="00C5223C"/>
    <w:rsid w:val="00C54672"/>
    <w:rsid w:val="00C5472D"/>
    <w:rsid w:val="00C55F1E"/>
    <w:rsid w:val="00C57145"/>
    <w:rsid w:val="00C71B64"/>
    <w:rsid w:val="00C81508"/>
    <w:rsid w:val="00CA7A14"/>
    <w:rsid w:val="00CB07E9"/>
    <w:rsid w:val="00CC12D2"/>
    <w:rsid w:val="00CC2C63"/>
    <w:rsid w:val="00CC4FE9"/>
    <w:rsid w:val="00CC779A"/>
    <w:rsid w:val="00CC7C8B"/>
    <w:rsid w:val="00CF16CF"/>
    <w:rsid w:val="00CF2B19"/>
    <w:rsid w:val="00D06F41"/>
    <w:rsid w:val="00D139C9"/>
    <w:rsid w:val="00D15F88"/>
    <w:rsid w:val="00D1732A"/>
    <w:rsid w:val="00D236C6"/>
    <w:rsid w:val="00D27273"/>
    <w:rsid w:val="00D32F6F"/>
    <w:rsid w:val="00D44471"/>
    <w:rsid w:val="00D5171A"/>
    <w:rsid w:val="00D540A7"/>
    <w:rsid w:val="00D559EC"/>
    <w:rsid w:val="00D61C60"/>
    <w:rsid w:val="00D65378"/>
    <w:rsid w:val="00D65B2C"/>
    <w:rsid w:val="00D73A01"/>
    <w:rsid w:val="00D7694E"/>
    <w:rsid w:val="00D90DA0"/>
    <w:rsid w:val="00D96883"/>
    <w:rsid w:val="00DA0161"/>
    <w:rsid w:val="00DA0CAA"/>
    <w:rsid w:val="00DB262C"/>
    <w:rsid w:val="00DB7F01"/>
    <w:rsid w:val="00DB7F86"/>
    <w:rsid w:val="00DC234E"/>
    <w:rsid w:val="00DC4B9A"/>
    <w:rsid w:val="00DD07C8"/>
    <w:rsid w:val="00DE49A1"/>
    <w:rsid w:val="00DE5AB0"/>
    <w:rsid w:val="00DE62B7"/>
    <w:rsid w:val="00DE6CDC"/>
    <w:rsid w:val="00DF3581"/>
    <w:rsid w:val="00DF3728"/>
    <w:rsid w:val="00E038E1"/>
    <w:rsid w:val="00E144AF"/>
    <w:rsid w:val="00E15E1F"/>
    <w:rsid w:val="00E16182"/>
    <w:rsid w:val="00E179BF"/>
    <w:rsid w:val="00E2119E"/>
    <w:rsid w:val="00E21885"/>
    <w:rsid w:val="00E34AB4"/>
    <w:rsid w:val="00E362C1"/>
    <w:rsid w:val="00E370B3"/>
    <w:rsid w:val="00E414DF"/>
    <w:rsid w:val="00E555AC"/>
    <w:rsid w:val="00E56D1B"/>
    <w:rsid w:val="00E6167E"/>
    <w:rsid w:val="00E66062"/>
    <w:rsid w:val="00E774B5"/>
    <w:rsid w:val="00E82C42"/>
    <w:rsid w:val="00E93514"/>
    <w:rsid w:val="00E94F22"/>
    <w:rsid w:val="00E96069"/>
    <w:rsid w:val="00EA0E72"/>
    <w:rsid w:val="00EA7CBB"/>
    <w:rsid w:val="00EB1E08"/>
    <w:rsid w:val="00EC2360"/>
    <w:rsid w:val="00EC2738"/>
    <w:rsid w:val="00EC4403"/>
    <w:rsid w:val="00EC682A"/>
    <w:rsid w:val="00ED760F"/>
    <w:rsid w:val="00EE2F53"/>
    <w:rsid w:val="00EE4EFE"/>
    <w:rsid w:val="00EF4669"/>
    <w:rsid w:val="00EF5744"/>
    <w:rsid w:val="00F0060B"/>
    <w:rsid w:val="00F11557"/>
    <w:rsid w:val="00F14A83"/>
    <w:rsid w:val="00F41218"/>
    <w:rsid w:val="00F467C0"/>
    <w:rsid w:val="00F5472F"/>
    <w:rsid w:val="00F57542"/>
    <w:rsid w:val="00F60D66"/>
    <w:rsid w:val="00F63F4F"/>
    <w:rsid w:val="00F660EE"/>
    <w:rsid w:val="00F82C7B"/>
    <w:rsid w:val="00F834BD"/>
    <w:rsid w:val="00F8566F"/>
    <w:rsid w:val="00F95388"/>
    <w:rsid w:val="00F95D6F"/>
    <w:rsid w:val="00FA0BC4"/>
    <w:rsid w:val="00FA2D68"/>
    <w:rsid w:val="00FA56B3"/>
    <w:rsid w:val="00FA7A4C"/>
    <w:rsid w:val="00FB106B"/>
    <w:rsid w:val="00FB510C"/>
    <w:rsid w:val="00FD0CCC"/>
    <w:rsid w:val="00FD0D37"/>
    <w:rsid w:val="00FD6941"/>
    <w:rsid w:val="00FE1A35"/>
    <w:rsid w:val="00FE319E"/>
    <w:rsid w:val="00FE70A9"/>
    <w:rsid w:val="00FF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14FC60"/>
  <w15:chartTrackingRefBased/>
  <w15:docId w15:val="{49FBB437-E812-49CF-9206-E0BFEC54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B91"/>
    <w:pPr>
      <w:spacing w:after="240" w:line="260" w:lineRule="atLeast"/>
    </w:pPr>
    <w:rPr>
      <w:rFonts w:ascii="Marianne Light" w:eastAsiaTheme="minorHAnsi" w:hAnsi="Marianne Light" w:cstheme="minorBidi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944396"/>
    <w:pPr>
      <w:keepNext/>
      <w:spacing w:before="240"/>
      <w:outlineLvl w:val="0"/>
    </w:pPr>
    <w:rPr>
      <w:rFonts w:ascii="Marianne" w:hAnsi="Marianne"/>
      <w:b/>
      <w:bCs/>
      <w:color w:val="22557A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44396"/>
    <w:pPr>
      <w:keepNext/>
      <w:spacing w:before="180"/>
      <w:outlineLvl w:val="1"/>
    </w:pPr>
    <w:rPr>
      <w:rFonts w:ascii="Marianne Medium" w:hAnsi="Marianne Medium"/>
      <w:color w:val="F29C5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44396"/>
    <w:pPr>
      <w:keepNext/>
      <w:spacing w:before="120"/>
      <w:outlineLvl w:val="2"/>
    </w:pPr>
    <w:rPr>
      <w:rFonts w:ascii="Marianne" w:hAnsi="Marianne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944396"/>
    <w:pPr>
      <w:keepNext/>
      <w:spacing w:before="120" w:after="180"/>
      <w:ind w:left="397"/>
      <w:outlineLvl w:val="3"/>
    </w:pPr>
    <w:rPr>
      <w:sz w:val="22"/>
    </w:rPr>
  </w:style>
  <w:style w:type="paragraph" w:styleId="Titre5">
    <w:name w:val="heading 5"/>
    <w:aliases w:val="Titre 5 ne pas utiliser"/>
    <w:basedOn w:val="Normal"/>
    <w:next w:val="Normal"/>
    <w:link w:val="Titre5Car"/>
    <w:uiPriority w:val="9"/>
    <w:semiHidden/>
    <w:qFormat/>
    <w:rsid w:val="009443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94439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94439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94439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94439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4396"/>
    <w:rPr>
      <w:rFonts w:ascii="Marianne" w:eastAsiaTheme="minorHAnsi" w:hAnsi="Marianne" w:cstheme="minorBidi"/>
      <w:b/>
      <w:bCs/>
      <w:color w:val="22557A"/>
      <w:sz w:val="28"/>
      <w:szCs w:val="36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944396"/>
    <w:rPr>
      <w:rFonts w:ascii="Marianne Medium" w:eastAsiaTheme="minorHAnsi" w:hAnsi="Marianne Medium" w:cstheme="minorBidi"/>
      <w:color w:val="F29C52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944396"/>
    <w:rPr>
      <w:rFonts w:ascii="Marianne" w:eastAsiaTheme="minorHAnsi" w:hAnsi="Marianne" w:cstheme="minorBidi"/>
      <w:b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944396"/>
    <w:rPr>
      <w:rFonts w:ascii="Marianne Light" w:eastAsiaTheme="minorHAnsi" w:hAnsi="Marianne Light" w:cstheme="minorBidi"/>
      <w:sz w:val="22"/>
      <w:szCs w:val="22"/>
      <w:lang w:eastAsia="en-US"/>
    </w:rPr>
  </w:style>
  <w:style w:type="paragraph" w:customStyle="1" w:styleId="Titredecollection">
    <w:name w:val="Titre de collection"/>
    <w:basedOn w:val="Normal"/>
    <w:qFormat/>
    <w:rsid w:val="00944396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944396"/>
    <w:pPr>
      <w:suppressAutoHyphens/>
    </w:pPr>
    <w:rPr>
      <w:rFonts w:ascii="Marianne Medium" w:hAnsi="Marianne Medium"/>
      <w:sz w:val="56"/>
      <w:szCs w:val="56"/>
    </w:rPr>
  </w:style>
  <w:style w:type="paragraph" w:styleId="Paragraphedeliste">
    <w:name w:val="List Paragraph"/>
    <w:basedOn w:val="Normal"/>
    <w:link w:val="ParagraphedelisteCar"/>
    <w:qFormat/>
    <w:rsid w:val="00944396"/>
    <w:pPr>
      <w:numPr>
        <w:numId w:val="2"/>
      </w:numPr>
      <w:contextualSpacing/>
    </w:pPr>
  </w:style>
  <w:style w:type="table" w:styleId="Grilledutableau">
    <w:name w:val="Table Grid"/>
    <w:basedOn w:val="TableauNormal"/>
    <w:uiPriority w:val="59"/>
    <w:rsid w:val="0094439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En-tte">
    <w:name w:val="Tableau En-tête"/>
    <w:basedOn w:val="TableauNormal"/>
    <w:uiPriority w:val="99"/>
    <w:rsid w:val="00944396"/>
    <w:pPr>
      <w:spacing w:before="100" w:beforeAutospacing="1" w:after="100" w:afterAutospacing="1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944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4396"/>
    <w:rPr>
      <w:rFonts w:ascii="Marianne Light" w:eastAsiaTheme="minorHAnsi" w:hAnsi="Marianne Light" w:cstheme="minorBidi"/>
      <w:szCs w:val="22"/>
      <w:lang w:eastAsia="en-US"/>
    </w:rPr>
  </w:style>
  <w:style w:type="paragraph" w:customStyle="1" w:styleId="Encadr">
    <w:name w:val="Encadré"/>
    <w:basedOn w:val="Normal"/>
    <w:qFormat/>
    <w:rsid w:val="00944396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/>
      <w:ind w:left="284" w:right="284"/>
    </w:pPr>
  </w:style>
  <w:style w:type="table" w:styleId="Ombrageclair">
    <w:name w:val="Light Shading"/>
    <w:basedOn w:val="TableauNormal"/>
    <w:uiPriority w:val="60"/>
    <w:rsid w:val="0094439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944396"/>
    <w:pPr>
      <w:spacing w:before="120" w:after="120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aliases w:val="En-tête Sommaire"/>
    <w:basedOn w:val="Normal"/>
    <w:next w:val="Normal"/>
    <w:uiPriority w:val="39"/>
    <w:unhideWhenUsed/>
    <w:qFormat/>
    <w:rsid w:val="00944396"/>
    <w:pPr>
      <w:ind w:left="426"/>
    </w:pPr>
    <w:rPr>
      <w:rFonts w:ascii="Marianne ExtraBold" w:hAnsi="Marianne ExtraBold"/>
      <w:b/>
      <w:bCs/>
      <w:color w:val="215479"/>
      <w:sz w:val="30"/>
      <w:szCs w:val="30"/>
    </w:rPr>
  </w:style>
  <w:style w:type="character" w:styleId="Lienhypertexte">
    <w:name w:val="Hyperlink"/>
    <w:basedOn w:val="Policepardfaut"/>
    <w:uiPriority w:val="99"/>
    <w:unhideWhenUsed/>
    <w:rsid w:val="00944396"/>
    <w:rPr>
      <w:color w:val="0563C1" w:themeColor="hyperlink"/>
      <w:u w:val="single"/>
    </w:rPr>
  </w:style>
  <w:style w:type="paragraph" w:customStyle="1" w:styleId="Encartgras">
    <w:name w:val="Encart gras"/>
    <w:basedOn w:val="Normal"/>
    <w:qFormat/>
    <w:rsid w:val="00944396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944396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944396"/>
    <w:rPr>
      <w:b/>
      <w:color w:val="465F9D"/>
    </w:rPr>
  </w:style>
  <w:style w:type="paragraph" w:customStyle="1" w:styleId="Enttelignetableau">
    <w:name w:val="Entête ligne tableau"/>
    <w:basedOn w:val="Normal"/>
    <w:qFormat/>
    <w:rsid w:val="00944396"/>
    <w:rPr>
      <w:b/>
      <w:color w:val="465F9D"/>
    </w:rPr>
  </w:style>
  <w:style w:type="paragraph" w:customStyle="1" w:styleId="Encadrfond">
    <w:name w:val="Encadré fond"/>
    <w:basedOn w:val="Normal"/>
    <w:qFormat/>
    <w:rsid w:val="00944396"/>
    <w:pPr>
      <w:shd w:val="clear" w:color="auto" w:fill="CFD5E8"/>
    </w:pPr>
  </w:style>
  <w:style w:type="character" w:customStyle="1" w:styleId="Titre5Car">
    <w:name w:val="Titre 5 Car"/>
    <w:aliases w:val="Titre 5 ne pas utiliser Car"/>
    <w:basedOn w:val="Policepardfaut"/>
    <w:link w:val="Titre5"/>
    <w:uiPriority w:val="9"/>
    <w:semiHidden/>
    <w:rsid w:val="00944396"/>
    <w:rPr>
      <w:rFonts w:asciiTheme="majorHAnsi" w:eastAsiaTheme="majorEastAsia" w:hAnsiTheme="majorHAnsi" w:cstheme="majorBidi"/>
      <w:color w:val="1F3763" w:themeColor="accent1" w:themeShade="7F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944396"/>
    <w:rPr>
      <w:rFonts w:ascii="Arial" w:eastAsia="Arial" w:hAnsi="Arial" w:cs="Arial"/>
      <w:b/>
      <w:bCs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944396"/>
    <w:rPr>
      <w:rFonts w:ascii="Arial" w:eastAsia="Arial" w:hAnsi="Arial" w:cs="Arial"/>
      <w:b/>
      <w:bCs/>
      <w:i/>
      <w:iCs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944396"/>
    <w:rPr>
      <w:rFonts w:ascii="Arial" w:eastAsia="Arial" w:hAnsi="Arial" w:cs="Arial"/>
      <w:i/>
      <w:iCs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44396"/>
    <w:rPr>
      <w:rFonts w:ascii="Arial" w:eastAsia="Arial" w:hAnsi="Arial" w:cs="Arial"/>
      <w:i/>
      <w:iCs/>
      <w:sz w:val="21"/>
      <w:szCs w:val="21"/>
      <w:lang w:eastAsia="en-US"/>
    </w:rPr>
  </w:style>
  <w:style w:type="paragraph" w:styleId="Sansinterligne">
    <w:name w:val="No Spacing"/>
    <w:uiPriority w:val="1"/>
    <w:qFormat/>
    <w:rsid w:val="0094439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944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4396"/>
    <w:rPr>
      <w:rFonts w:ascii="Marianne Light" w:eastAsiaTheme="minorHAnsi" w:hAnsi="Marianne Light" w:cstheme="minorBidi"/>
      <w:szCs w:val="22"/>
      <w:lang w:eastAsia="en-US"/>
    </w:rPr>
  </w:style>
  <w:style w:type="character" w:styleId="Marquedecommentaire">
    <w:name w:val="annotation reference"/>
    <w:semiHidden/>
    <w:rsid w:val="009443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4439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44396"/>
    <w:rPr>
      <w:rFonts w:ascii="Marianne Light" w:eastAsiaTheme="minorHAnsi" w:hAnsi="Marianne Light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443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44396"/>
    <w:rPr>
      <w:rFonts w:ascii="Marianne Light" w:eastAsiaTheme="minorHAnsi" w:hAnsi="Marianne Light" w:cstheme="minorBidi"/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44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4396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Default">
    <w:name w:val="Default"/>
    <w:rsid w:val="00944396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character" w:customStyle="1" w:styleId="lang-grc">
    <w:name w:val="lang-grc"/>
    <w:basedOn w:val="Policepardfaut"/>
    <w:rsid w:val="00944396"/>
  </w:style>
  <w:style w:type="character" w:styleId="Appeldenotedefin">
    <w:name w:val="endnote reference"/>
    <w:basedOn w:val="Policepardfaut"/>
    <w:uiPriority w:val="99"/>
    <w:semiHidden/>
    <w:unhideWhenUsed/>
    <w:rsid w:val="00944396"/>
    <w:rPr>
      <w:vertAlign w:val="superscript"/>
    </w:rPr>
  </w:style>
  <w:style w:type="character" w:styleId="Appelnotedebasdep">
    <w:name w:val="footnote reference"/>
    <w:basedOn w:val="Policepardfaut"/>
    <w:uiPriority w:val="4"/>
    <w:rsid w:val="00944396"/>
    <w:rPr>
      <w:b/>
      <w:color w:val="auto"/>
      <w:sz w:val="20"/>
      <w:vertAlign w:val="superscript"/>
    </w:rPr>
  </w:style>
  <w:style w:type="paragraph" w:customStyle="1" w:styleId="TableParagraph">
    <w:name w:val="Table Paragraph"/>
    <w:basedOn w:val="Normal"/>
    <w:uiPriority w:val="99"/>
    <w:unhideWhenUsed/>
    <w:qFormat/>
    <w:rsid w:val="00944396"/>
    <w:pPr>
      <w:widowControl w:val="0"/>
      <w:autoSpaceDE w:val="0"/>
      <w:autoSpaceDN w:val="0"/>
      <w:spacing w:before="78" w:after="0" w:line="240" w:lineRule="auto"/>
      <w:ind w:left="132"/>
    </w:pPr>
    <w:rPr>
      <w:rFonts w:eastAsia="Marianne Light" w:cs="Marianne Light"/>
      <w:sz w:val="22"/>
    </w:rPr>
  </w:style>
  <w:style w:type="paragraph" w:customStyle="1" w:styleId="Contenudetableau">
    <w:name w:val="Contenu de tableau"/>
    <w:basedOn w:val="TableParagraph"/>
    <w:uiPriority w:val="2"/>
    <w:rsid w:val="00944396"/>
    <w:pPr>
      <w:spacing w:before="40" w:after="40"/>
      <w:ind w:left="57" w:right="57"/>
    </w:pPr>
    <w:rPr>
      <w:color w:val="231F20"/>
      <w:sz w:val="18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944396"/>
  </w:style>
  <w:style w:type="character" w:customStyle="1" w:styleId="DateCar">
    <w:name w:val="Date Car"/>
    <w:basedOn w:val="Policepardfaut"/>
    <w:link w:val="Date"/>
    <w:uiPriority w:val="99"/>
    <w:semiHidden/>
    <w:rsid w:val="00944396"/>
    <w:rPr>
      <w:rFonts w:ascii="Marianne Light" w:eastAsiaTheme="minorHAnsi" w:hAnsi="Marianne Light" w:cstheme="minorBidi"/>
      <w:szCs w:val="22"/>
      <w:lang w:eastAsia="en-US"/>
    </w:rPr>
  </w:style>
  <w:style w:type="paragraph" w:customStyle="1" w:styleId="Encadrcontexte">
    <w:name w:val="Encadré contexte"/>
    <w:basedOn w:val="Normal"/>
    <w:qFormat/>
    <w:rsid w:val="00944396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40" w:after="0" w:line="240" w:lineRule="atLeast"/>
      <w:ind w:left="170"/>
    </w:pPr>
    <w:rPr>
      <w:sz w:val="18"/>
      <w:szCs w:val="21"/>
    </w:rPr>
  </w:style>
  <w:style w:type="paragraph" w:customStyle="1" w:styleId="Encadrcontextetitre">
    <w:name w:val="Encadré contexte (titre)"/>
    <w:basedOn w:val="Normal"/>
    <w:qFormat/>
    <w:rsid w:val="00944396"/>
    <w:pPr>
      <w:pBdr>
        <w:top w:val="single" w:sz="8" w:space="1" w:color="215479"/>
        <w:left w:val="single" w:sz="8" w:space="4" w:color="215479"/>
        <w:bottom w:val="single" w:sz="8" w:space="1" w:color="215479"/>
        <w:right w:val="single" w:sz="8" w:space="4" w:color="215479"/>
      </w:pBdr>
      <w:shd w:val="clear" w:color="auto" w:fill="FEFBF9"/>
      <w:spacing w:before="120" w:after="0"/>
      <w:ind w:left="170"/>
    </w:pPr>
    <w:rPr>
      <w:rFonts w:ascii="Marianne" w:hAnsi="Marianne"/>
      <w:b/>
      <w:bCs/>
      <w:color w:val="22557A"/>
    </w:rPr>
  </w:style>
  <w:style w:type="paragraph" w:customStyle="1" w:styleId="Encadrdocumenttitre">
    <w:name w:val="Encadré document (titre)"/>
    <w:basedOn w:val="Normal"/>
    <w:qFormat/>
    <w:rsid w:val="00944396"/>
    <w:pPr>
      <w:pBdr>
        <w:left w:val="single" w:sz="48" w:space="0" w:color="F3F0EF"/>
      </w:pBdr>
      <w:shd w:val="clear" w:color="auto" w:fill="F3F0EF"/>
      <w:spacing w:before="120" w:after="0" w:line="288" w:lineRule="auto"/>
      <w:ind w:left="170"/>
    </w:pPr>
    <w:rPr>
      <w:rFonts w:ascii="Marianne" w:hAnsi="Marianne"/>
      <w:b/>
      <w:color w:val="22557A"/>
    </w:rPr>
  </w:style>
  <w:style w:type="paragraph" w:customStyle="1" w:styleId="Encadrdocument">
    <w:name w:val="Encadré document"/>
    <w:basedOn w:val="Encadrdocumenttitre"/>
    <w:qFormat/>
    <w:rsid w:val="00944396"/>
    <w:pPr>
      <w:spacing w:before="40" w:line="240" w:lineRule="atLeast"/>
    </w:pPr>
    <w:rPr>
      <w:rFonts w:ascii="Marianne Light" w:hAnsi="Marianne Light"/>
      <w:b w:val="0"/>
      <w:bCs/>
      <w:color w:val="auto"/>
      <w:sz w:val="18"/>
      <w:szCs w:val="21"/>
    </w:rPr>
  </w:style>
  <w:style w:type="paragraph" w:customStyle="1" w:styleId="Entte2">
    <w:name w:val="Entête 2"/>
    <w:basedOn w:val="Normal"/>
    <w:qFormat/>
    <w:rsid w:val="00944396"/>
    <w:pPr>
      <w:tabs>
        <w:tab w:val="center" w:pos="4536"/>
        <w:tab w:val="right" w:pos="9072"/>
      </w:tabs>
      <w:spacing w:before="50" w:after="0" w:line="240" w:lineRule="auto"/>
      <w:ind w:left="1843"/>
    </w:pPr>
    <w:rPr>
      <w:rFonts w:ascii="DINPro-Bold" w:hAnsi="DINPro-Bold"/>
      <w:color w:val="FFFFFF" w:themeColor="background1"/>
      <w:sz w:val="16"/>
    </w:rPr>
  </w:style>
  <w:style w:type="table" w:styleId="Grilledetableauclaire">
    <w:name w:val="Grid Table Light"/>
    <w:basedOn w:val="TableauNormal"/>
    <w:uiPriority w:val="40"/>
    <w:rsid w:val="00944396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ienhypertextesuivivisit">
    <w:name w:val="FollowedHyperlink"/>
    <w:semiHidden/>
    <w:rsid w:val="00944396"/>
    <w:rPr>
      <w:color w:val="800080"/>
      <w:u w:val="single"/>
    </w:rPr>
  </w:style>
  <w:style w:type="table" w:styleId="Listeclaire-Accent4">
    <w:name w:val="Light List Accent 4"/>
    <w:basedOn w:val="TableauNormal"/>
    <w:uiPriority w:val="61"/>
    <w:rsid w:val="0094439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paragraph" w:customStyle="1" w:styleId="Listetableau">
    <w:name w:val="Liste tableau"/>
    <w:basedOn w:val="TableParagraph"/>
    <w:uiPriority w:val="2"/>
    <w:qFormat/>
    <w:rsid w:val="00944396"/>
    <w:pPr>
      <w:numPr>
        <w:numId w:val="1"/>
      </w:numPr>
      <w:spacing w:before="0" w:after="40"/>
      <w:ind w:right="811"/>
      <w:contextualSpacing/>
    </w:pPr>
    <w:rPr>
      <w:color w:val="231F20"/>
      <w:sz w:val="18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4439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44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4"/>
    <w:rsid w:val="00944396"/>
    <w:pPr>
      <w:spacing w:after="120" w:line="240" w:lineRule="auto"/>
      <w:ind w:left="113" w:hanging="113"/>
      <w:contextualSpacing/>
    </w:pPr>
    <w:rPr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4"/>
    <w:rsid w:val="00944396"/>
    <w:rPr>
      <w:rFonts w:ascii="Marianne Light" w:eastAsiaTheme="minorHAnsi" w:hAnsi="Marianne Light" w:cstheme="minorBidi"/>
      <w:sz w:val="16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4439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44396"/>
    <w:rPr>
      <w:rFonts w:ascii="Marianne Light" w:eastAsiaTheme="minorHAnsi" w:hAnsi="Marianne Light" w:cstheme="minorBidi"/>
      <w:lang w:eastAsia="en-US"/>
    </w:rPr>
  </w:style>
  <w:style w:type="character" w:customStyle="1" w:styleId="ParagraphedelisteCar">
    <w:name w:val="Paragraphe de liste Car"/>
    <w:link w:val="Paragraphedeliste"/>
    <w:rsid w:val="00944396"/>
    <w:rPr>
      <w:rFonts w:ascii="Marianne Light" w:eastAsiaTheme="minorHAnsi" w:hAnsi="Marianne Light" w:cstheme="minorBidi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uiPriority w:val="9"/>
    <w:rsid w:val="00944396"/>
    <w:pPr>
      <w:jc w:val="center"/>
    </w:pPr>
    <w:rPr>
      <w:sz w:val="26"/>
      <w:szCs w:val="26"/>
    </w:rPr>
  </w:style>
  <w:style w:type="character" w:customStyle="1" w:styleId="Sous-titreCar">
    <w:name w:val="Sous-titre Car"/>
    <w:basedOn w:val="Policepardfaut"/>
    <w:link w:val="Sous-titre"/>
    <w:uiPriority w:val="9"/>
    <w:rsid w:val="00944396"/>
    <w:rPr>
      <w:rFonts w:ascii="Marianne Light" w:eastAsiaTheme="minorHAnsi" w:hAnsi="Marianne Light" w:cstheme="minorBidi"/>
      <w:sz w:val="26"/>
      <w:szCs w:val="2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4439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auentte1L">
    <w:name w:val="Tableau entête 1L"/>
    <w:basedOn w:val="TableauNormal"/>
    <w:uiPriority w:val="99"/>
    <w:rsid w:val="00944396"/>
    <w:pPr>
      <w:spacing w:before="40"/>
      <w:ind w:left="113" w:right="113"/>
    </w:pPr>
    <w:rPr>
      <w:rFonts w:ascii="Arial" w:eastAsiaTheme="minorHAnsi" w:hAnsi="Arial" w:cstheme="minorBidi"/>
      <w:sz w:val="17"/>
      <w:szCs w:val="22"/>
      <w:lang w:eastAsia="en-US"/>
    </w:rPr>
    <w:tblPr>
      <w:tblStyleRowBandSize w:val="1"/>
      <w:tblBorders>
        <w:top w:val="single" w:sz="4" w:space="0" w:color="E78A49"/>
        <w:left w:val="single" w:sz="4" w:space="0" w:color="E78A49"/>
        <w:bottom w:val="single" w:sz="4" w:space="0" w:color="E78A49"/>
        <w:right w:val="single" w:sz="4" w:space="0" w:color="E78A49"/>
        <w:insideH w:val="single" w:sz="4" w:space="0" w:color="E78A49"/>
        <w:insideV w:val="single" w:sz="4" w:space="0" w:color="E78A49"/>
      </w:tblBorders>
    </w:tblPr>
    <w:tcPr>
      <w:shd w:val="clear" w:color="auto" w:fill="auto"/>
    </w:tcPr>
    <w:tblStylePr w:type="firstRow">
      <w:rPr>
        <w:rFonts w:ascii="Arial" w:hAnsi="Arial"/>
        <w:b/>
        <w:caps/>
        <w:smallCaps w:val="0"/>
        <w:strike w:val="0"/>
        <w:dstrike w:val="0"/>
        <w:vanish w:val="0"/>
        <w:color w:val="auto"/>
        <w:sz w:val="18"/>
        <w:vertAlign w:val="baseli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8D2D0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rPr>
        <w:b w:val="0"/>
        <w:i w:val="0"/>
        <w:color w:val="auto"/>
      </w:rPr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auto"/>
      </w:tcPr>
    </w:tblStylePr>
    <w:tblStylePr w:type="band1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</w:tcBorders>
        <w:shd w:val="clear" w:color="auto" w:fill="FFFFFF" w:themeFill="background1"/>
      </w:tcPr>
    </w:tblStylePr>
    <w:tblStylePr w:type="band2Horz">
      <w:tblPr/>
      <w:tcPr>
        <w:tcBorders>
          <w:top w:val="single" w:sz="4" w:space="0" w:color="D8D2D0"/>
          <w:left w:val="single" w:sz="4" w:space="0" w:color="D8D2D0"/>
          <w:bottom w:val="single" w:sz="4" w:space="0" w:color="D8D2D0"/>
          <w:right w:val="single" w:sz="4" w:space="0" w:color="D8D2D0"/>
          <w:insideH w:val="single" w:sz="4" w:space="0" w:color="D8D2D0"/>
          <w:insideV w:val="single" w:sz="4" w:space="0" w:color="D8D2D0"/>
          <w:tl2br w:val="nil"/>
          <w:tr2bl w:val="nil"/>
        </w:tcBorders>
        <w:shd w:val="clear" w:color="auto" w:fill="auto"/>
      </w:tcPr>
    </w:tblStylePr>
  </w:style>
  <w:style w:type="table" w:customStyle="1" w:styleId="TableauRA">
    <w:name w:val="Tableau RA"/>
    <w:basedOn w:val="TableauNormal"/>
    <w:uiPriority w:val="99"/>
    <w:rsid w:val="00944396"/>
    <w:rPr>
      <w:rFonts w:ascii="Marianne Light" w:eastAsiaTheme="minorEastAsia" w:hAnsi="Marianne Light" w:cstheme="minorBidi"/>
      <w:sz w:val="18"/>
      <w:szCs w:val="22"/>
      <w:lang w:eastAsia="zh-CN"/>
    </w:rPr>
    <w:tblPr>
      <w:tblBorders>
        <w:insideH w:val="single" w:sz="4" w:space="0" w:color="215479"/>
        <w:insideV w:val="single" w:sz="4" w:space="0" w:color="215479"/>
      </w:tblBorders>
    </w:tblPr>
    <w:tcPr>
      <w:shd w:val="clear" w:color="auto" w:fill="auto"/>
    </w:tcPr>
    <w:tblStylePr w:type="firstRow">
      <w:pPr>
        <w:wordWrap/>
        <w:snapToGrid w:val="0"/>
        <w:spacing w:beforeLines="0" w:before="40" w:beforeAutospacing="0" w:afterLines="0" w:after="40" w:afterAutospacing="0" w:line="240" w:lineRule="auto"/>
        <w:ind w:leftChars="0" w:left="57" w:rightChars="0" w:right="57"/>
        <w:contextualSpacing/>
        <w:jc w:val="left"/>
        <w:outlineLvl w:val="4"/>
      </w:pPr>
      <w:rPr>
        <w:rFonts w:ascii="Marianne" w:hAnsi="Marianne"/>
        <w:b/>
        <w:i w:val="0"/>
        <w:color w:val="FFFFFF" w:themeColor="background1"/>
        <w:sz w:val="20"/>
      </w:rPr>
      <w:tblPr/>
      <w:tcPr>
        <w:shd w:val="clear" w:color="auto" w:fill="597F9B"/>
      </w:tcPr>
    </w:tblStylePr>
  </w:style>
  <w:style w:type="character" w:styleId="Textedelespacerserv">
    <w:name w:val="Placeholder Text"/>
    <w:basedOn w:val="Policepardfaut"/>
    <w:uiPriority w:val="99"/>
    <w:semiHidden/>
    <w:rsid w:val="00944396"/>
    <w:rPr>
      <w:color w:val="808080"/>
    </w:rPr>
  </w:style>
  <w:style w:type="paragraph" w:customStyle="1" w:styleId="Titretableau">
    <w:name w:val="Titre tableau"/>
    <w:basedOn w:val="Normal"/>
    <w:uiPriority w:val="1"/>
    <w:qFormat/>
    <w:rsid w:val="00944396"/>
    <w:pPr>
      <w:widowControl w:val="0"/>
      <w:autoSpaceDE w:val="0"/>
      <w:autoSpaceDN w:val="0"/>
      <w:snapToGrid w:val="0"/>
      <w:spacing w:before="40" w:after="40" w:line="240" w:lineRule="auto"/>
      <w:ind w:left="57" w:right="57"/>
      <w:contextualSpacing/>
      <w:outlineLvl w:val="4"/>
    </w:pPr>
    <w:rPr>
      <w:rFonts w:ascii="Marianne" w:hAnsi="Marianne"/>
      <w:b/>
      <w:color w:val="FFFFFF"/>
      <w:spacing w:val="-2"/>
    </w:rPr>
  </w:style>
  <w:style w:type="paragraph" w:styleId="Titre">
    <w:name w:val="Title"/>
    <w:aliases w:val="Titre fiche"/>
    <w:basedOn w:val="Normal"/>
    <w:next w:val="Normal"/>
    <w:link w:val="TitreCar"/>
    <w:uiPriority w:val="7"/>
    <w:rsid w:val="00944396"/>
    <w:pPr>
      <w:jc w:val="center"/>
    </w:pPr>
    <w:rPr>
      <w:rFonts w:ascii="Marianne" w:hAnsi="Marianne"/>
      <w:b/>
      <w:bCs/>
      <w:sz w:val="32"/>
      <w:szCs w:val="32"/>
    </w:rPr>
  </w:style>
  <w:style w:type="character" w:customStyle="1" w:styleId="TitreCar">
    <w:name w:val="Titre Car"/>
    <w:aliases w:val="Titre fiche Car"/>
    <w:basedOn w:val="Policepardfaut"/>
    <w:link w:val="Titre"/>
    <w:uiPriority w:val="7"/>
    <w:rsid w:val="00944396"/>
    <w:rPr>
      <w:rFonts w:ascii="Marianne" w:eastAsiaTheme="minorHAnsi" w:hAnsi="Marianne" w:cstheme="minorBidi"/>
      <w:b/>
      <w:bCs/>
      <w:sz w:val="32"/>
      <w:szCs w:val="32"/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944396"/>
    <w:pPr>
      <w:tabs>
        <w:tab w:val="right" w:pos="8222"/>
      </w:tabs>
    </w:pPr>
    <w:rPr>
      <w:rFonts w:ascii="Marianne" w:hAnsi="Marianne"/>
      <w:b/>
      <w:bCs/>
      <w:color w:val="215479"/>
      <w:sz w:val="24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944396"/>
    <w:pPr>
      <w:tabs>
        <w:tab w:val="right" w:leader="dot" w:pos="8222"/>
      </w:tabs>
      <w:ind w:left="993"/>
    </w:pPr>
    <w:rPr>
      <w:sz w:val="18"/>
      <w:szCs w:val="21"/>
    </w:rPr>
  </w:style>
  <w:style w:type="paragraph" w:styleId="TM2">
    <w:name w:val="toc 2"/>
    <w:basedOn w:val="TM3"/>
    <w:next w:val="Normal"/>
    <w:autoRedefine/>
    <w:uiPriority w:val="39"/>
    <w:unhideWhenUsed/>
    <w:rsid w:val="00944396"/>
    <w:pPr>
      <w:numPr>
        <w:numId w:val="3"/>
      </w:numPr>
      <w:tabs>
        <w:tab w:val="right" w:pos="8222"/>
      </w:tabs>
    </w:pPr>
  </w:style>
  <w:style w:type="table" w:styleId="Tramemoyenne1-Accent4">
    <w:name w:val="Medium Shading 1 Accent 4"/>
    <w:basedOn w:val="TableauNormal"/>
    <w:uiPriority w:val="63"/>
    <w:rsid w:val="00944396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ccentuation">
    <w:name w:val="Emphasis"/>
    <w:basedOn w:val="Policepardfaut"/>
    <w:uiPriority w:val="20"/>
    <w:qFormat/>
    <w:rsid w:val="00944396"/>
    <w:rPr>
      <w:i/>
      <w:iCs/>
    </w:rPr>
  </w:style>
  <w:style w:type="paragraph" w:customStyle="1" w:styleId="Tiretstableau">
    <w:name w:val="Tirets tableau"/>
    <w:basedOn w:val="Paragraphedeliste"/>
    <w:qFormat/>
    <w:rsid w:val="00944396"/>
    <w:pPr>
      <w:numPr>
        <w:numId w:val="4"/>
      </w:numPr>
      <w:suppressAutoHyphens/>
      <w:spacing w:before="20" w:after="20" w:line="240" w:lineRule="auto"/>
      <w:ind w:left="170" w:hanging="170"/>
      <w:contextualSpacing w:val="0"/>
    </w:pPr>
    <w:rPr>
      <w:rFonts w:ascii="Marianne" w:eastAsia="Times" w:hAnsi="Marianne" w:cs="Times"/>
      <w:sz w:val="17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DB7F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931F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2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51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6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5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9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6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dorion\Desktop\Fiche%20s&#233;quence%20Vocabulaire%20V3%20relue%20CSdotx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8FE7C-577A-4317-A7BE-804C1309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séquence Vocabulaire V3 relue CSdotx.dotx</Template>
  <TotalTime>1</TotalTime>
  <Pages>7</Pages>
  <Words>1145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</dc:creator>
  <cp:keywords/>
  <cp:lastModifiedBy>Céline Sagorin</cp:lastModifiedBy>
  <cp:revision>2</cp:revision>
  <cp:lastPrinted>2025-07-17T14:53:00Z</cp:lastPrinted>
  <dcterms:created xsi:type="dcterms:W3CDTF">2025-11-30T18:07:00Z</dcterms:created>
  <dcterms:modified xsi:type="dcterms:W3CDTF">2025-11-30T18:07:00Z</dcterms:modified>
</cp:coreProperties>
</file>